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4D965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2C0906" w14:textId="77777777" w:rsidTr="00CA2922">
        <w:trPr>
          <w:tblHeader/>
        </w:trPr>
        <w:tc>
          <w:tcPr>
            <w:tcW w:w="2689" w:type="dxa"/>
          </w:tcPr>
          <w:p w14:paraId="2D54BB5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A4465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AF4739A" w14:textId="77777777" w:rsidTr="00CA2922">
        <w:tc>
          <w:tcPr>
            <w:tcW w:w="2689" w:type="dxa"/>
          </w:tcPr>
          <w:p w14:paraId="3F62D73D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7397">
              <w:t xml:space="preserve"> 1</w:t>
            </w:r>
          </w:p>
        </w:tc>
        <w:tc>
          <w:tcPr>
            <w:tcW w:w="6939" w:type="dxa"/>
          </w:tcPr>
          <w:p w14:paraId="4DE81181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0B7397">
              <w:t>ACM Animal Care and Management</w:t>
            </w:r>
            <w:r w:rsidR="000B7397" w:rsidRPr="00CC451E">
              <w:t xml:space="preserve">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0B7397">
              <w:t>1.0</w:t>
            </w:r>
            <w:r w:rsidRPr="00CC451E">
              <w:t>.</w:t>
            </w:r>
          </w:p>
        </w:tc>
      </w:tr>
    </w:tbl>
    <w:p w14:paraId="6F03D0C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A4F75D" w14:textId="77777777" w:rsidTr="000D7BE6">
        <w:tc>
          <w:tcPr>
            <w:tcW w:w="1396" w:type="pct"/>
            <w:shd w:val="clear" w:color="auto" w:fill="auto"/>
          </w:tcPr>
          <w:p w14:paraId="006E6454" w14:textId="00355F3F" w:rsidR="00F1480E" w:rsidRPr="00923720" w:rsidRDefault="00DC767B" w:rsidP="00DC767B">
            <w:pPr>
              <w:pStyle w:val="SISSCODE"/>
            </w:pPr>
            <w:r w:rsidRPr="00A615C7">
              <w:t>ACM</w:t>
            </w:r>
            <w:r w:rsidR="00AA5E0C" w:rsidRPr="00A615C7">
              <w:t>ss</w:t>
            </w:r>
            <w:r w:rsidRPr="00A615C7">
              <w:t>00000</w:t>
            </w:r>
            <w:r w:rsidR="00A615C7">
              <w:t>7</w:t>
            </w:r>
          </w:p>
        </w:tc>
        <w:tc>
          <w:tcPr>
            <w:tcW w:w="3604" w:type="pct"/>
            <w:shd w:val="clear" w:color="auto" w:fill="auto"/>
          </w:tcPr>
          <w:p w14:paraId="260B96CD" w14:textId="0B10416D" w:rsidR="00F1480E" w:rsidRPr="00923720" w:rsidRDefault="00CC7B81" w:rsidP="00BA7B66">
            <w:pPr>
              <w:pStyle w:val="SISStitle"/>
            </w:pPr>
            <w:r w:rsidRPr="00CC7B81">
              <w:t>Microchip Implantation for Dogs and Cats Skill Set</w:t>
            </w:r>
          </w:p>
        </w:tc>
      </w:tr>
      <w:tr w:rsidR="00A772D9" w:rsidRPr="00963A46" w14:paraId="0E0937D3" w14:textId="77777777" w:rsidTr="000D7BE6">
        <w:tc>
          <w:tcPr>
            <w:tcW w:w="5000" w:type="pct"/>
            <w:gridSpan w:val="2"/>
            <w:shd w:val="clear" w:color="auto" w:fill="auto"/>
          </w:tcPr>
          <w:p w14:paraId="44B2754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D4AEA3F" w14:textId="77777777" w:rsidR="00A772D9" w:rsidRPr="00EB7216" w:rsidRDefault="00DB557A" w:rsidP="00DC767B">
            <w:pPr>
              <w:pStyle w:val="SIText"/>
              <w:rPr>
                <w:color w:val="FF0000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64B74">
              <w:t xml:space="preserve">is designed to prepare individuals with the skills and knowledge to understand, interpret and apply </w:t>
            </w:r>
            <w:r w:rsidR="00664B74" w:rsidRPr="00522946">
              <w:t>microchip implantati</w:t>
            </w:r>
            <w:r w:rsidR="00DC767B">
              <w:t xml:space="preserve">on procedures on cats and dogs whilst </w:t>
            </w:r>
            <w:r w:rsidR="00DC767B" w:rsidRPr="00522946">
              <w:t>exhibit</w:t>
            </w:r>
            <w:r w:rsidR="00DC767B">
              <w:t>ing</w:t>
            </w:r>
            <w:r w:rsidR="00DC767B" w:rsidRPr="00522946">
              <w:t xml:space="preserve"> appropriate care for animals so that stress and discomfort is minimised.</w:t>
            </w:r>
          </w:p>
        </w:tc>
      </w:tr>
      <w:tr w:rsidR="00A772D9" w:rsidRPr="00963A46" w14:paraId="294C8A2D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2AF5154" w14:textId="77777777" w:rsidR="00A772D9" w:rsidRDefault="00DB557A" w:rsidP="00856837">
            <w:pPr>
              <w:pStyle w:val="SITextHeading2"/>
            </w:pPr>
            <w:bookmarkStart w:id="1" w:name="_Hlk488426622"/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ACFB56A" w14:textId="77777777" w:rsidR="00664B74" w:rsidRDefault="00664B74" w:rsidP="00664B74">
            <w:pPr>
              <w:pStyle w:val="SIBulletList1"/>
            </w:pPr>
            <w:r w:rsidRPr="00664B74">
              <w:t>ACMGAS301 Maintain and monitor animal health and wellbeing</w:t>
            </w:r>
          </w:p>
          <w:p w14:paraId="3D6FA2A9" w14:textId="77777777" w:rsidR="00842EFC" w:rsidRDefault="00842EFC" w:rsidP="00842EFC">
            <w:pPr>
              <w:pStyle w:val="SIBulletList1"/>
            </w:pPr>
            <w:r w:rsidRPr="00664B74">
              <w:t>ACMMIC401</w:t>
            </w:r>
            <w:r>
              <w:t xml:space="preserve"> </w:t>
            </w:r>
            <w:r w:rsidRPr="00664B74">
              <w:t xml:space="preserve">Implant microchip in cats and dogs </w:t>
            </w:r>
          </w:p>
          <w:p w14:paraId="7EC010AC" w14:textId="77777777" w:rsidR="001F28F9" w:rsidRPr="00EB7EB1" w:rsidRDefault="00842EFC" w:rsidP="00842EFC">
            <w:pPr>
              <w:pStyle w:val="SIBulletList1"/>
            </w:pPr>
            <w:r w:rsidRPr="00664B74">
              <w:t>ACMWHS201 Participate in workplace health and safety processes</w:t>
            </w:r>
            <w:bookmarkEnd w:id="1"/>
          </w:p>
        </w:tc>
      </w:tr>
      <w:tr w:rsidR="00A772D9" w:rsidRPr="00963A46" w14:paraId="46AD5B53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85DA534" w14:textId="77777777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16138C">
              <w:t>Q</w:t>
            </w:r>
            <w:r>
              <w:t>ualification(s)</w:t>
            </w:r>
          </w:p>
          <w:p w14:paraId="3B97B952" w14:textId="77777777" w:rsidR="00DB557A" w:rsidRPr="00EB7EB1" w:rsidRDefault="000B7397" w:rsidP="00842EFC">
            <w:pPr>
              <w:pStyle w:val="SIText"/>
              <w:rPr>
                <w:szCs w:val="20"/>
              </w:rPr>
            </w:pPr>
            <w:r w:rsidRPr="00EB4BA8">
              <w:t xml:space="preserve">These units provide credit towards </w:t>
            </w:r>
            <w:r w:rsidRPr="00A00ADD">
              <w:t>ACM3011</w:t>
            </w:r>
            <w:r w:rsidR="00842EFC" w:rsidRPr="00A00ADD">
              <w:t>7</w:t>
            </w:r>
            <w:r w:rsidRPr="005650E6">
              <w:t xml:space="preserve"> Certificate III in Animal Studie</w:t>
            </w:r>
            <w:r>
              <w:t xml:space="preserve">s, </w:t>
            </w:r>
            <w:r w:rsidRPr="00A00ADD">
              <w:t>ACM3031</w:t>
            </w:r>
            <w:r w:rsidR="00842EFC" w:rsidRPr="00A00ADD">
              <w:t>7</w:t>
            </w:r>
            <w:r w:rsidRPr="005650E6">
              <w:t xml:space="preserve"> Certificate III in Captive Animal</w:t>
            </w:r>
            <w:r>
              <w:t xml:space="preserve">s, </w:t>
            </w:r>
            <w:r w:rsidRPr="00A00ADD">
              <w:t>ACM3041</w:t>
            </w:r>
            <w:r w:rsidR="00842EFC" w:rsidRPr="00A00ADD">
              <w:t>7</w:t>
            </w:r>
            <w:r w:rsidRPr="005650E6">
              <w:t xml:space="preserve"> Certificate III in Companion Animal Service</w:t>
            </w:r>
            <w:r>
              <w:t xml:space="preserve">s and </w:t>
            </w:r>
            <w:r w:rsidRPr="00A00ADD">
              <w:t>ACM4041</w:t>
            </w:r>
            <w:r w:rsidR="00842EFC" w:rsidRPr="00A00ADD">
              <w:t>7</w:t>
            </w:r>
            <w:r w:rsidRPr="005650E6">
              <w:t xml:space="preserve"> Certificate IV in Veterinary Nursing</w:t>
            </w:r>
            <w:r w:rsidRPr="00EB4BA8">
              <w:t xml:space="preserve"> </w:t>
            </w:r>
          </w:p>
        </w:tc>
      </w:tr>
      <w:tr w:rsidR="00E438C3" w:rsidRPr="00963A46" w14:paraId="343C060C" w14:textId="77777777" w:rsidTr="00EB7216">
        <w:trPr>
          <w:trHeight w:val="938"/>
        </w:trPr>
        <w:tc>
          <w:tcPr>
            <w:tcW w:w="5000" w:type="pct"/>
            <w:gridSpan w:val="2"/>
            <w:shd w:val="clear" w:color="auto" w:fill="auto"/>
          </w:tcPr>
          <w:p w14:paraId="03956582" w14:textId="77777777" w:rsidR="00DB557A" w:rsidRPr="0083005E" w:rsidRDefault="00DB557A" w:rsidP="00DB557A">
            <w:pPr>
              <w:pStyle w:val="SITextHeading2"/>
            </w:pPr>
            <w:r w:rsidRPr="0083005E">
              <w:t>Licensing/Regulatory Information</w:t>
            </w:r>
          </w:p>
          <w:p w14:paraId="1563E45A" w14:textId="77777777" w:rsidR="00E438C3" w:rsidRPr="00EB7EB1" w:rsidRDefault="00EB7216" w:rsidP="00EB7216">
            <w:pPr>
              <w:pStyle w:val="SITextHeading2"/>
              <w:rPr>
                <w:b w:val="0"/>
                <w:sz w:val="20"/>
              </w:rPr>
            </w:pPr>
            <w:r w:rsidRPr="00EB7216">
              <w:rPr>
                <w:b w:val="0"/>
                <w:sz w:val="20"/>
                <w:szCs w:val="22"/>
              </w:rPr>
              <w:t xml:space="preserve">Regulatory requirements apply to this </w:t>
            </w:r>
            <w:r>
              <w:rPr>
                <w:b w:val="0"/>
                <w:sz w:val="20"/>
                <w:szCs w:val="22"/>
              </w:rPr>
              <w:t>skill set</w:t>
            </w:r>
            <w:r w:rsidRPr="00EB7216">
              <w:rPr>
                <w:b w:val="0"/>
                <w:sz w:val="20"/>
                <w:szCs w:val="22"/>
              </w:rPr>
              <w:t xml:space="preserve"> but vary according to state/territory jurisdictions. Users must check with the relevant regulatory authority before delivery.</w:t>
            </w:r>
          </w:p>
        </w:tc>
      </w:tr>
      <w:tr w:rsidR="005C7EA8" w:rsidRPr="00963A46" w14:paraId="115385AF" w14:textId="77777777" w:rsidTr="00EB7216">
        <w:trPr>
          <w:trHeight w:val="943"/>
        </w:trPr>
        <w:tc>
          <w:tcPr>
            <w:tcW w:w="5000" w:type="pct"/>
            <w:gridSpan w:val="2"/>
            <w:shd w:val="clear" w:color="auto" w:fill="auto"/>
          </w:tcPr>
          <w:p w14:paraId="7DC0BA6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5BCA6AF" w14:textId="77777777" w:rsidR="0016138C" w:rsidRPr="00EB7EB1" w:rsidRDefault="00664B74" w:rsidP="00EB721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Pr="00664B74">
              <w:t>Individuals who are registered as a state or territory 'approved microchip implanter for cats and dogs'.</w:t>
            </w:r>
          </w:p>
        </w:tc>
      </w:tr>
      <w:tr w:rsidR="00DB557A" w:rsidRPr="00963A46" w14:paraId="4F8E94CF" w14:textId="77777777" w:rsidTr="00EB7216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4C3C3296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6D7E2F" w14:textId="77777777" w:rsidR="00DB557A" w:rsidRPr="00664B74" w:rsidRDefault="00DB557A" w:rsidP="00664B74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664B74" w:rsidRPr="00664B74">
              <w:t xml:space="preserve">ACM Animal Care and Management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664B74" w:rsidRPr="00664B74">
              <w:t>state and territory regulatory requirements for recognition as an approved microchip implanter for cats and dogs.</w:t>
            </w:r>
          </w:p>
        </w:tc>
      </w:tr>
    </w:tbl>
    <w:p w14:paraId="2BEFAAD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A3389" w14:textId="77777777" w:rsidR="00F86831" w:rsidRDefault="00F86831" w:rsidP="00BF3F0A">
      <w:r>
        <w:separator/>
      </w:r>
    </w:p>
    <w:p w14:paraId="6567C983" w14:textId="77777777" w:rsidR="00F86831" w:rsidRDefault="00F86831"/>
  </w:endnote>
  <w:endnote w:type="continuationSeparator" w:id="0">
    <w:p w14:paraId="59AA9003" w14:textId="77777777" w:rsidR="00F86831" w:rsidRDefault="00F86831" w:rsidP="00BF3F0A">
      <w:r>
        <w:continuationSeparator/>
      </w:r>
    </w:p>
    <w:p w14:paraId="7F63B2BB" w14:textId="77777777" w:rsidR="00F86831" w:rsidRDefault="00F86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C76A4" w14:textId="77777777" w:rsidR="00A00ADD" w:rsidRDefault="00A00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F5D757" w14:textId="79DD447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D556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452D8AE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9E3B41">
          <w:rPr>
            <w:noProof/>
            <w:sz w:val="18"/>
            <w:szCs w:val="18"/>
          </w:rPr>
          <w:t>10/4/17</w:t>
        </w:r>
      </w:p>
    </w:sdtContent>
  </w:sdt>
  <w:p w14:paraId="594F6E4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20091" w14:textId="77777777" w:rsidR="00A00ADD" w:rsidRDefault="00A00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6057C" w14:textId="77777777" w:rsidR="00F86831" w:rsidRDefault="00F86831" w:rsidP="00BF3F0A">
      <w:r>
        <w:separator/>
      </w:r>
    </w:p>
    <w:p w14:paraId="344D5DA2" w14:textId="77777777" w:rsidR="00F86831" w:rsidRDefault="00F86831"/>
  </w:footnote>
  <w:footnote w:type="continuationSeparator" w:id="0">
    <w:p w14:paraId="170DE5CC" w14:textId="77777777" w:rsidR="00F86831" w:rsidRDefault="00F86831" w:rsidP="00BF3F0A">
      <w:r>
        <w:continuationSeparator/>
      </w:r>
    </w:p>
    <w:p w14:paraId="0B3583B3" w14:textId="77777777" w:rsidR="00F86831" w:rsidRDefault="00F8683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56E08" w14:textId="77777777" w:rsidR="00A00ADD" w:rsidRDefault="00A00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C7E99" w14:textId="53D4B80D" w:rsidR="009C2650" w:rsidRDefault="00DC767B">
    <w:pPr>
      <w:pStyle w:val="Header"/>
    </w:pPr>
    <w:bookmarkStart w:id="2" w:name="_Hlk488426685"/>
    <w:bookmarkStart w:id="3" w:name="_Hlk488426686"/>
    <w:bookmarkStart w:id="4" w:name="_Hlk488426687"/>
    <w:r w:rsidRPr="00A615C7">
      <w:t>ACMSS00000</w:t>
    </w:r>
    <w:r w:rsidR="00A615C7">
      <w:t>7</w:t>
    </w:r>
    <w:r w:rsidR="009C2650">
      <w:t xml:space="preserve"> </w:t>
    </w:r>
    <w:r w:rsidR="00CC7B81" w:rsidRPr="00CC7B81">
      <w:t xml:space="preserve">Microchip Implantation for Dogs and Cats Skill Set </w:t>
    </w:r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3CCDF" w14:textId="77777777" w:rsidR="00A00ADD" w:rsidRDefault="00A00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9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7397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556A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B74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2EFC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2576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48B2"/>
    <w:rsid w:val="009F0DCC"/>
    <w:rsid w:val="009F11CA"/>
    <w:rsid w:val="00A00ADD"/>
    <w:rsid w:val="00A0695B"/>
    <w:rsid w:val="00A13052"/>
    <w:rsid w:val="00A216A8"/>
    <w:rsid w:val="00A223A6"/>
    <w:rsid w:val="00A354FC"/>
    <w:rsid w:val="00A5092E"/>
    <w:rsid w:val="00A56E14"/>
    <w:rsid w:val="00A615C7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C7B8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67B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216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683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10C403C4-0452-4E8F-918F-4D5D9784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SkillSet.201704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f36842c-d6c7-4112-894e-e47437c51f91">
      <UserInfo>
        <DisplayName>Tameka Sinclair</DisplayName>
        <AccountId>22</AccountId>
        <AccountType/>
      </UserInfo>
    </Assigned_x0020_to0>
    <Project_x0020_phase xmlns="bf36842c-d6c7-4112-894e-e47437c51f91">TGA Checking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8416F904CCD40869B095CA14C6715" ma:contentTypeVersion="4" ma:contentTypeDescription="Create a new document." ma:contentTypeScope="" ma:versionID="aa14f89113ee9af6a1164945e63a78ef">
  <xsd:schema xmlns:xsd="http://www.w3.org/2001/XMLSchema" xmlns:xs="http://www.w3.org/2001/XMLSchema" xmlns:p="http://schemas.microsoft.com/office/2006/metadata/properties" xmlns:ns2="bf36842c-d6c7-4112-894e-e47437c51f91" targetNamespace="http://schemas.microsoft.com/office/2006/metadata/properties" ma:root="true" ma:fieldsID="08b4fbcfa613785dd642f07cb08911d1" ns2:_="">
    <xsd:import namespace="bf36842c-d6c7-4112-894e-e47437c51f9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6842c-d6c7-4112-894e-e47437c51f9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bf36842c-d6c7-4112-894e-e47437c51f9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82019-C25E-47DC-BAD5-81980BEF8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6842c-d6c7-4112-894e-e47437c51f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5CFFD9-6A8F-402A-8E7C-D6542475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TEM.SkillsImpact.SkillSet.20170410</Template>
  <TotalTime>86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ACMSS000007 Microchip Implantation for Dogs and Cats Skill Set</vt:lpstr>
    </vt:vector>
  </TitlesOfParts>
  <Company>Skills Impact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ACMSS000007 Microchip Implantation for Dogs and Cats Skill Set</dc:title>
  <dc:creator>Wayne Jones</dc:creator>
  <cp:lastModifiedBy>Wayne Jones</cp:lastModifiedBy>
  <cp:revision>6</cp:revision>
  <cp:lastPrinted>2016-05-27T05:21:00Z</cp:lastPrinted>
  <dcterms:created xsi:type="dcterms:W3CDTF">2017-06-28T03:19:00Z</dcterms:created>
  <dcterms:modified xsi:type="dcterms:W3CDTF">2017-08-17T00:54:00Z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0x010100DE98416F904CCD40869B095CA14C6715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