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456771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011A386" w14:textId="77777777" w:rsidTr="00CA2922">
        <w:trPr>
          <w:tblHeader/>
        </w:trPr>
        <w:tc>
          <w:tcPr>
            <w:tcW w:w="2689" w:type="dxa"/>
          </w:tcPr>
          <w:p w14:paraId="2A9E3BA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64760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2709D5B" w14:textId="77777777" w:rsidTr="00CA2922">
        <w:tc>
          <w:tcPr>
            <w:tcW w:w="2689" w:type="dxa"/>
          </w:tcPr>
          <w:p w14:paraId="0FBAF425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413D53">
              <w:t xml:space="preserve"> 1</w:t>
            </w:r>
          </w:p>
        </w:tc>
        <w:tc>
          <w:tcPr>
            <w:tcW w:w="6939" w:type="dxa"/>
          </w:tcPr>
          <w:p w14:paraId="1234E638" w14:textId="77777777" w:rsidR="00F1480E" w:rsidRPr="00CC451E" w:rsidRDefault="00413D53" w:rsidP="00413D53">
            <w:pPr>
              <w:pStyle w:val="SIText"/>
            </w:pPr>
            <w:r w:rsidRPr="00413D53">
              <w:t xml:space="preserve">This version released with ACM Animal Care and Management Training </w:t>
            </w:r>
            <w:r w:rsidR="00F1480E" w:rsidRPr="00CC451E">
              <w:t xml:space="preserve">Version </w:t>
            </w:r>
            <w:r>
              <w:t>1.0</w:t>
            </w:r>
            <w:r w:rsidR="00F1480E" w:rsidRPr="00CC451E">
              <w:t>.</w:t>
            </w:r>
          </w:p>
        </w:tc>
      </w:tr>
    </w:tbl>
    <w:p w14:paraId="05516994" w14:textId="1100585C" w:rsidR="00F1480E" w:rsidRDefault="00F1480E" w:rsidP="00F1480E">
      <w:pPr>
        <w:pStyle w:val="SIText"/>
      </w:pPr>
    </w:p>
    <w:p w14:paraId="554A72E0" w14:textId="0E5EACD1" w:rsidR="00320035" w:rsidRDefault="00320035" w:rsidP="00F1480E">
      <w:pPr>
        <w:pStyle w:val="SIText"/>
      </w:pPr>
    </w:p>
    <w:p w14:paraId="611892DC" w14:textId="77777777" w:rsidR="00320035" w:rsidRDefault="00320035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441C72" w14:textId="77777777" w:rsidTr="000D7BE6">
        <w:tc>
          <w:tcPr>
            <w:tcW w:w="1396" w:type="pct"/>
            <w:shd w:val="clear" w:color="auto" w:fill="auto"/>
          </w:tcPr>
          <w:p w14:paraId="1F4C0B1D" w14:textId="77777777" w:rsidR="00F1480E" w:rsidRPr="00923720" w:rsidRDefault="00413D53" w:rsidP="00413D53">
            <w:pPr>
              <w:pStyle w:val="SIQUALCODE"/>
            </w:pPr>
            <w:r w:rsidRPr="00413D53">
              <w:t>ACM1011</w:t>
            </w:r>
            <w:r>
              <w:t>7</w:t>
            </w:r>
          </w:p>
        </w:tc>
        <w:tc>
          <w:tcPr>
            <w:tcW w:w="3604" w:type="pct"/>
            <w:shd w:val="clear" w:color="auto" w:fill="auto"/>
          </w:tcPr>
          <w:p w14:paraId="435321CA" w14:textId="77777777" w:rsidR="00F1480E" w:rsidRPr="00923720" w:rsidRDefault="00413D53" w:rsidP="00A772D9">
            <w:pPr>
              <w:pStyle w:val="SIQUALtitle"/>
            </w:pPr>
            <w:r w:rsidRPr="00413D53">
              <w:t>Certificate I in Animal Studies</w:t>
            </w:r>
          </w:p>
        </w:tc>
      </w:tr>
      <w:tr w:rsidR="00A772D9" w:rsidRPr="00963A46" w14:paraId="1F435A47" w14:textId="77777777" w:rsidTr="000D7BE6">
        <w:tc>
          <w:tcPr>
            <w:tcW w:w="5000" w:type="pct"/>
            <w:gridSpan w:val="2"/>
            <w:shd w:val="clear" w:color="auto" w:fill="auto"/>
          </w:tcPr>
          <w:p w14:paraId="3B0427FE" w14:textId="77777777" w:rsidR="00A772D9" w:rsidRDefault="00A772D9" w:rsidP="008E7B69">
            <w:pPr>
              <w:pStyle w:val="SITextHeading2"/>
            </w:pPr>
            <w:r>
              <w:t>Qualification Description</w:t>
            </w:r>
          </w:p>
          <w:p w14:paraId="55F9451A" w14:textId="44A63898" w:rsidR="00320035" w:rsidRDefault="00413D53" w:rsidP="00320035">
            <w:pPr>
              <w:pStyle w:val="SIText"/>
            </w:pPr>
            <w:r>
              <w:t>This qualification covers work activities undertaken by a cross-section of animal care and management enterprises</w:t>
            </w:r>
            <w:r w:rsidR="00320035">
              <w:t xml:space="preserve"> such as assistant animal care worker, assistant animal shelter attendant, assistant kennel hand and assistant cattery attendant.</w:t>
            </w:r>
          </w:p>
          <w:p w14:paraId="096E4153" w14:textId="77777777" w:rsidR="00413D53" w:rsidRDefault="00413D53" w:rsidP="00413D53">
            <w:pPr>
              <w:pStyle w:val="SIText"/>
            </w:pPr>
          </w:p>
          <w:p w14:paraId="65CCCE57" w14:textId="4DFCD1EE" w:rsidR="00A772D9" w:rsidRDefault="00413D53" w:rsidP="00413D53">
            <w:pPr>
              <w:pStyle w:val="SIText"/>
            </w:pPr>
            <w:r>
              <w:t xml:space="preserve">No occupational licensing, legislative or certification requirements apply to this qualification at the time of publication. However, an individual </w:t>
            </w:r>
            <w:r w:rsidR="00A95F10">
              <w:t xml:space="preserve">unit of competency </w:t>
            </w:r>
            <w:r>
              <w:t>may specify relevant licensing, legislative and/or regulatory requirements. Specific determination should be sought through the relevant State or Territory.</w:t>
            </w:r>
          </w:p>
          <w:p w14:paraId="7D14BA7D" w14:textId="77777777" w:rsidR="00413D53" w:rsidRPr="00856837" w:rsidRDefault="00413D53" w:rsidP="00413D53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08E85A16" w14:textId="77777777" w:rsidTr="009175D9">
        <w:trPr>
          <w:trHeight w:val="844"/>
        </w:trPr>
        <w:tc>
          <w:tcPr>
            <w:tcW w:w="5000" w:type="pct"/>
            <w:gridSpan w:val="2"/>
            <w:shd w:val="clear" w:color="auto" w:fill="auto"/>
          </w:tcPr>
          <w:p w14:paraId="75EB1BD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7984DAA" w14:textId="77777777" w:rsidR="001F28F9" w:rsidRPr="008908DE" w:rsidRDefault="00413D53" w:rsidP="004B2A2B">
            <w:pPr>
              <w:pStyle w:val="SIText"/>
            </w:pPr>
            <w:r w:rsidRPr="00413D53">
              <w:t>There are no entry requirements for this qualification.</w:t>
            </w:r>
          </w:p>
        </w:tc>
      </w:tr>
      <w:tr w:rsidR="00A772D9" w:rsidRPr="00963A46" w14:paraId="5498F7E4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54D4C3F9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016F1A54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E51A717" w14:textId="77777777" w:rsidR="001F28F9" w:rsidRDefault="00413D53" w:rsidP="001F28F9">
            <w:pPr>
              <w:pStyle w:val="SIBulletList1"/>
            </w:pPr>
            <w:r>
              <w:t>7</w:t>
            </w:r>
            <w:r w:rsidR="001F28F9">
              <w:t xml:space="preserve"> units of competency:</w:t>
            </w:r>
          </w:p>
          <w:p w14:paraId="3D83D507" w14:textId="77777777" w:rsidR="001F28F9" w:rsidRPr="000C490A" w:rsidRDefault="00413D53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5</w:t>
            </w:r>
            <w:r w:rsidR="001F28F9" w:rsidRPr="000C490A">
              <w:t xml:space="preserve"> core units plus</w:t>
            </w:r>
          </w:p>
          <w:p w14:paraId="05905150" w14:textId="77777777" w:rsidR="001F28F9" w:rsidRDefault="00413D53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2</w:t>
            </w:r>
            <w:r w:rsidR="001F28F9" w:rsidRPr="000C490A">
              <w:t xml:space="preserve"> elective units.</w:t>
            </w:r>
          </w:p>
          <w:p w14:paraId="0C8C2B1B" w14:textId="77777777" w:rsidR="00E438C3" w:rsidRDefault="00E438C3" w:rsidP="001F28F9">
            <w:pPr>
              <w:pStyle w:val="SIText"/>
              <w:rPr>
                <w:color w:val="FF0000"/>
              </w:rPr>
            </w:pPr>
          </w:p>
          <w:p w14:paraId="434FD167" w14:textId="20E9C7A1" w:rsidR="00413D53" w:rsidRDefault="00CA303F" w:rsidP="00386D17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Australian </w:t>
            </w:r>
            <w:r w:rsidR="00312396">
              <w:t>Qualifications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31B05426" w14:textId="55B1718E" w:rsidR="006D370D" w:rsidRDefault="006D370D" w:rsidP="00386D17">
            <w:pPr>
              <w:pStyle w:val="SIBulletList1"/>
            </w:pPr>
            <w:r w:rsidRPr="00386D17">
              <w:t>2 units from ACM</w:t>
            </w:r>
            <w:r w:rsidR="00386D17" w:rsidRPr="00386D17">
              <w:t xml:space="preserve"> Animal Care and Management Training Package</w:t>
            </w:r>
            <w:r w:rsidRPr="00386D17">
              <w:t xml:space="preserve"> or from any other nationally endorsed Training Package or accredited course.</w:t>
            </w:r>
          </w:p>
        </w:tc>
      </w:tr>
      <w:tr w:rsidR="00E438C3" w:rsidRPr="00963A46" w14:paraId="024D6444" w14:textId="77777777" w:rsidTr="00413D53">
        <w:trPr>
          <w:trHeight w:val="1757"/>
        </w:trPr>
        <w:tc>
          <w:tcPr>
            <w:tcW w:w="5000" w:type="pct"/>
            <w:gridSpan w:val="2"/>
            <w:shd w:val="clear" w:color="auto" w:fill="auto"/>
          </w:tcPr>
          <w:p w14:paraId="0B6AC79D" w14:textId="77777777" w:rsidR="008E7B69" w:rsidRPr="00856837" w:rsidRDefault="008E7B69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662"/>
            </w:tblGrid>
            <w:tr w:rsidR="00413D53" w:rsidRPr="005C7EA8" w14:paraId="508AC76F" w14:textId="77777777" w:rsidTr="00413D53">
              <w:tc>
                <w:tcPr>
                  <w:tcW w:w="1718" w:type="dxa"/>
                </w:tcPr>
                <w:p w14:paraId="1A788716" w14:textId="77777777" w:rsidR="00413D53" w:rsidRPr="00485616" w:rsidRDefault="00413D53" w:rsidP="00413D53">
                  <w:r w:rsidRPr="00485616">
                    <w:t>ACMGAS101</w:t>
                  </w:r>
                </w:p>
              </w:tc>
              <w:tc>
                <w:tcPr>
                  <w:tcW w:w="6662" w:type="dxa"/>
                </w:tcPr>
                <w:p w14:paraId="1CE3218C" w14:textId="77777777" w:rsidR="00413D53" w:rsidRPr="00485616" w:rsidRDefault="00413D53" w:rsidP="00413D53">
                  <w:r w:rsidRPr="00485616">
                    <w:t>Investigate job opportunities in animal care and related industries</w:t>
                  </w:r>
                </w:p>
              </w:tc>
            </w:tr>
            <w:tr w:rsidR="00413D53" w:rsidRPr="005C7EA8" w14:paraId="53694051" w14:textId="77777777" w:rsidTr="00413D53">
              <w:tc>
                <w:tcPr>
                  <w:tcW w:w="1718" w:type="dxa"/>
                </w:tcPr>
                <w:p w14:paraId="7711C36A" w14:textId="77777777" w:rsidR="00413D53" w:rsidRPr="00485616" w:rsidRDefault="00413D53" w:rsidP="00413D53">
                  <w:r w:rsidRPr="00485616">
                    <w:t>ACMGAS102</w:t>
                  </w:r>
                </w:p>
              </w:tc>
              <w:tc>
                <w:tcPr>
                  <w:tcW w:w="6662" w:type="dxa"/>
                </w:tcPr>
                <w:p w14:paraId="7F82AE64" w14:textId="77777777" w:rsidR="00413D53" w:rsidRPr="00485616" w:rsidRDefault="00413D53" w:rsidP="00413D53">
                  <w:r w:rsidRPr="00485616">
                    <w:t>Catch and handle a range of quiet animals</w:t>
                  </w:r>
                </w:p>
              </w:tc>
            </w:tr>
            <w:tr w:rsidR="00413D53" w:rsidRPr="005C7EA8" w14:paraId="79ED8774" w14:textId="77777777" w:rsidTr="00413D53">
              <w:tc>
                <w:tcPr>
                  <w:tcW w:w="1718" w:type="dxa"/>
                </w:tcPr>
                <w:p w14:paraId="07D5455C" w14:textId="77777777" w:rsidR="00413D53" w:rsidRPr="00485616" w:rsidRDefault="00413D53" w:rsidP="00413D53">
                  <w:r w:rsidRPr="00485616">
                    <w:t>ACMGAS103</w:t>
                  </w:r>
                </w:p>
              </w:tc>
              <w:tc>
                <w:tcPr>
                  <w:tcW w:w="6662" w:type="dxa"/>
                </w:tcPr>
                <w:p w14:paraId="1BD29D69" w14:textId="77777777" w:rsidR="00413D53" w:rsidRPr="00485616" w:rsidRDefault="00413D53" w:rsidP="00413D53">
                  <w:r w:rsidRPr="00485616">
                    <w:t>Assist in the care of animals</w:t>
                  </w:r>
                </w:p>
              </w:tc>
            </w:tr>
            <w:tr w:rsidR="00413D53" w:rsidRPr="005C7EA8" w14:paraId="2A1FD6DB" w14:textId="77777777" w:rsidTr="00413D53">
              <w:tc>
                <w:tcPr>
                  <w:tcW w:w="1718" w:type="dxa"/>
                </w:tcPr>
                <w:p w14:paraId="287263D4" w14:textId="77777777" w:rsidR="00413D53" w:rsidRPr="00485616" w:rsidRDefault="00413D53" w:rsidP="00413D53">
                  <w:r w:rsidRPr="00485616">
                    <w:t>ACMGAS202</w:t>
                  </w:r>
                </w:p>
              </w:tc>
              <w:tc>
                <w:tcPr>
                  <w:tcW w:w="6662" w:type="dxa"/>
                </w:tcPr>
                <w:p w14:paraId="476C8B11" w14:textId="77777777" w:rsidR="00413D53" w:rsidRPr="00485616" w:rsidRDefault="00413D53" w:rsidP="00413D53">
                  <w:r w:rsidRPr="00485616">
                    <w:t>Participate in workplace communications</w:t>
                  </w:r>
                </w:p>
              </w:tc>
            </w:tr>
            <w:tr w:rsidR="00413D53" w:rsidRPr="005C7EA8" w14:paraId="16AC9E5C" w14:textId="77777777" w:rsidTr="00413D53">
              <w:tc>
                <w:tcPr>
                  <w:tcW w:w="1718" w:type="dxa"/>
                </w:tcPr>
                <w:p w14:paraId="22825492" w14:textId="77777777" w:rsidR="00413D53" w:rsidRPr="00485616" w:rsidRDefault="00413D53" w:rsidP="00413D53">
                  <w:r w:rsidRPr="00485616">
                    <w:t>ACMWHS201</w:t>
                  </w:r>
                </w:p>
              </w:tc>
              <w:tc>
                <w:tcPr>
                  <w:tcW w:w="6662" w:type="dxa"/>
                </w:tcPr>
                <w:p w14:paraId="7CF323AD" w14:textId="77777777" w:rsidR="00413D53" w:rsidRDefault="00413D53" w:rsidP="00413D53">
                  <w:r w:rsidRPr="00485616">
                    <w:t>Participate in workplace health and safety processes</w:t>
                  </w:r>
                </w:p>
              </w:tc>
            </w:tr>
          </w:tbl>
          <w:p w14:paraId="7743E24C" w14:textId="77777777" w:rsidR="00E438C3" w:rsidRDefault="00E438C3" w:rsidP="00A772D9">
            <w:pPr>
              <w:pStyle w:val="SITextHeading2"/>
            </w:pPr>
          </w:p>
        </w:tc>
      </w:tr>
    </w:tbl>
    <w:p w14:paraId="1336D7A0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26CE5BF6" w14:textId="77777777" w:rsidTr="00413D53">
        <w:trPr>
          <w:trHeight w:val="2445"/>
        </w:trPr>
        <w:tc>
          <w:tcPr>
            <w:tcW w:w="5000" w:type="pct"/>
            <w:shd w:val="clear" w:color="auto" w:fill="auto"/>
          </w:tcPr>
          <w:p w14:paraId="39FADAA9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67A34E7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51F0E66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F056F6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0E90F77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6A72CA6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0CC9FE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761FAD7" w14:textId="77777777" w:rsidTr="008846E4">
              <w:tc>
                <w:tcPr>
                  <w:tcW w:w="1028" w:type="pct"/>
                </w:tcPr>
                <w:p w14:paraId="237842B6" w14:textId="77777777" w:rsidR="00413D53" w:rsidRPr="00413D53" w:rsidRDefault="00413D53" w:rsidP="00413D53">
                  <w:pPr>
                    <w:pStyle w:val="Header"/>
                  </w:pPr>
                  <w:r w:rsidRPr="00413D53">
                    <w:t>ACM1011</w:t>
                  </w:r>
                  <w:r>
                    <w:t xml:space="preserve">7 </w:t>
                  </w:r>
                  <w:r w:rsidRPr="00413D53">
                    <w:t>Certificate I in Animal Studies</w:t>
                  </w:r>
                </w:p>
                <w:p w14:paraId="57A409EC" w14:textId="77777777" w:rsidR="000C13F1" w:rsidRPr="00923720" w:rsidRDefault="000C13F1" w:rsidP="000C13F1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4B1D795A" w14:textId="77777777" w:rsidR="00413D53" w:rsidRPr="00413D53" w:rsidRDefault="00413D53" w:rsidP="00413D53">
                  <w:pPr>
                    <w:pStyle w:val="Header"/>
                  </w:pPr>
                  <w:r w:rsidRPr="00435749">
                    <w:t>ACM1011</w:t>
                  </w:r>
                  <w:r w:rsidR="00435749" w:rsidRPr="00435749">
                    <w:t>0</w:t>
                  </w:r>
                  <w:r w:rsidRPr="00435749">
                    <w:t xml:space="preserve"> Certificate I in Animal Studies</w:t>
                  </w:r>
                </w:p>
                <w:p w14:paraId="44C54AA3" w14:textId="77777777" w:rsidR="000C13F1" w:rsidRPr="00BC49BB" w:rsidRDefault="000C13F1" w:rsidP="000C13F1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5FCD19FE" w14:textId="77777777" w:rsidR="000C13F1" w:rsidRPr="00BC49BB" w:rsidRDefault="00413D53" w:rsidP="000C13F1">
                  <w:pPr>
                    <w:pStyle w:val="SIText"/>
                  </w:pPr>
                  <w:r w:rsidRPr="00413D53">
                    <w:t>Updated to meet 2012 Standards for Training Packages</w:t>
                  </w:r>
                </w:p>
              </w:tc>
              <w:tc>
                <w:tcPr>
                  <w:tcW w:w="1469" w:type="pct"/>
                </w:tcPr>
                <w:p w14:paraId="5A6B09C0" w14:textId="77777777" w:rsidR="000C13F1" w:rsidRPr="00BC49BB" w:rsidRDefault="000C13F1" w:rsidP="000C13F1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64E1001E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B21180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55AAB6C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1328B92" w14:textId="50705DF7" w:rsidR="000C13F1" w:rsidRDefault="00413D53" w:rsidP="00413D53">
            <w:pPr>
              <w:pStyle w:val="SIText"/>
            </w:pPr>
            <w:r>
              <w:t>Companion Volume Implementation Guides are found in VETNet</w:t>
            </w:r>
            <w:r w:rsidR="00312396">
              <w:t xml:space="preserve">: </w:t>
            </w:r>
            <w:r>
              <w:t>https://vetnet.education.gov.au/Pages/TrainingDocs.aspx?q=b75f4b23-54c9-4cc9-a5db-d3502d154103.</w:t>
            </w:r>
          </w:p>
        </w:tc>
      </w:tr>
    </w:tbl>
    <w:p w14:paraId="1FA2F8DE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26A2F" w14:textId="77777777" w:rsidR="00EA4F04" w:rsidRDefault="00EA4F04" w:rsidP="00BF3F0A">
      <w:r>
        <w:separator/>
      </w:r>
    </w:p>
    <w:p w14:paraId="2C004B44" w14:textId="77777777" w:rsidR="00EA4F04" w:rsidRDefault="00EA4F04"/>
  </w:endnote>
  <w:endnote w:type="continuationSeparator" w:id="0">
    <w:p w14:paraId="15377AF3" w14:textId="77777777" w:rsidR="00EA4F04" w:rsidRDefault="00EA4F04" w:rsidP="00BF3F0A">
      <w:r>
        <w:continuationSeparator/>
      </w:r>
    </w:p>
    <w:p w14:paraId="0C74735A" w14:textId="77777777" w:rsidR="00EA4F04" w:rsidRDefault="00EA4F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3D48E" w14:textId="77777777" w:rsidR="00F13388" w:rsidRDefault="00F133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FFA498" w14:textId="60DFD5D8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3388">
          <w:rPr>
            <w:noProof/>
          </w:rPr>
          <w:t>1</w:t>
        </w:r>
        <w:r>
          <w:rPr>
            <w:noProof/>
          </w:rPr>
          <w:fldChar w:fldCharType="end"/>
        </w:r>
      </w:p>
      <w:p w14:paraId="1E5A44F2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9/03/2017</w:t>
        </w:r>
      </w:p>
    </w:sdtContent>
  </w:sdt>
  <w:p w14:paraId="0813B6B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8516E" w14:textId="77777777" w:rsidR="00F13388" w:rsidRDefault="00F133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FC6FB" w14:textId="77777777" w:rsidR="00EA4F04" w:rsidRDefault="00EA4F04" w:rsidP="00BF3F0A">
      <w:r>
        <w:separator/>
      </w:r>
    </w:p>
    <w:p w14:paraId="3B514A80" w14:textId="77777777" w:rsidR="00EA4F04" w:rsidRDefault="00EA4F04"/>
  </w:footnote>
  <w:footnote w:type="continuationSeparator" w:id="0">
    <w:p w14:paraId="006DDF4B" w14:textId="77777777" w:rsidR="00EA4F04" w:rsidRDefault="00EA4F04" w:rsidP="00BF3F0A">
      <w:r>
        <w:continuationSeparator/>
      </w:r>
    </w:p>
    <w:p w14:paraId="121BFCF1" w14:textId="77777777" w:rsidR="00EA4F04" w:rsidRDefault="00EA4F0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F29BA" w14:textId="77777777" w:rsidR="00F13388" w:rsidRDefault="00F133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08959" w14:textId="29186A7E" w:rsidR="009C2650" w:rsidRPr="00413D53" w:rsidRDefault="00F13388" w:rsidP="00413D53">
    <w:pPr>
      <w:pStyle w:val="Header"/>
    </w:pPr>
    <w:sdt>
      <w:sdtPr>
        <w:id w:val="406350335"/>
        <w:docPartObj>
          <w:docPartGallery w:val="Watermarks"/>
          <w:docPartUnique/>
        </w:docPartObj>
      </w:sdtPr>
      <w:sdtContent>
        <w:r>
          <w:rPr>
            <w:noProof/>
            <w:lang w:val="en-US" w:eastAsia="en-US"/>
          </w:rPr>
          <w:pict w14:anchorId="1DC2567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13D53" w:rsidRPr="00413D53">
      <w:t>ACM1011</w:t>
    </w:r>
    <w:r w:rsidR="00413D53">
      <w:t xml:space="preserve">7 </w:t>
    </w:r>
    <w:r w:rsidR="00413D53" w:rsidRPr="00413D53">
      <w:t>Certificate I in Animal Studies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C4020" w14:textId="77777777" w:rsidR="00F13388" w:rsidRDefault="00F133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D53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96689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8763D"/>
    <w:rsid w:val="00291143"/>
    <w:rsid w:val="002931C2"/>
    <w:rsid w:val="002A4CD3"/>
    <w:rsid w:val="002C55E9"/>
    <w:rsid w:val="002D0C8B"/>
    <w:rsid w:val="002E193E"/>
    <w:rsid w:val="00312396"/>
    <w:rsid w:val="00320035"/>
    <w:rsid w:val="00321C7C"/>
    <w:rsid w:val="00337E82"/>
    <w:rsid w:val="00350BB1"/>
    <w:rsid w:val="00352C83"/>
    <w:rsid w:val="0037067D"/>
    <w:rsid w:val="00386D17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13D53"/>
    <w:rsid w:val="00423D30"/>
    <w:rsid w:val="0043212E"/>
    <w:rsid w:val="00434366"/>
    <w:rsid w:val="00435749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91552"/>
    <w:rsid w:val="005A3AA5"/>
    <w:rsid w:val="005A6C9C"/>
    <w:rsid w:val="005A74DC"/>
    <w:rsid w:val="005B5146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C2F32"/>
    <w:rsid w:val="006D370D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4B9C"/>
    <w:rsid w:val="0076523B"/>
    <w:rsid w:val="00771B60"/>
    <w:rsid w:val="00781D77"/>
    <w:rsid w:val="007860B7"/>
    <w:rsid w:val="00786DC8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596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175D9"/>
    <w:rsid w:val="00920927"/>
    <w:rsid w:val="00921B38"/>
    <w:rsid w:val="00923720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294F"/>
    <w:rsid w:val="00A0695B"/>
    <w:rsid w:val="00A13052"/>
    <w:rsid w:val="00A216A8"/>
    <w:rsid w:val="00A223A6"/>
    <w:rsid w:val="00A354FC"/>
    <w:rsid w:val="00A35C75"/>
    <w:rsid w:val="00A5092E"/>
    <w:rsid w:val="00A56E14"/>
    <w:rsid w:val="00A6476B"/>
    <w:rsid w:val="00A76C6C"/>
    <w:rsid w:val="00A772D9"/>
    <w:rsid w:val="00A92DD1"/>
    <w:rsid w:val="00A95F10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86CA0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14262"/>
    <w:rsid w:val="00E238E6"/>
    <w:rsid w:val="00E35064"/>
    <w:rsid w:val="00E438C3"/>
    <w:rsid w:val="00E501F0"/>
    <w:rsid w:val="00E91BFF"/>
    <w:rsid w:val="00E92933"/>
    <w:rsid w:val="00EA3B97"/>
    <w:rsid w:val="00EA4F04"/>
    <w:rsid w:val="00EB0AA4"/>
    <w:rsid w:val="00EB5C88"/>
    <w:rsid w:val="00EC0469"/>
    <w:rsid w:val="00EF01F8"/>
    <w:rsid w:val="00EF40EF"/>
    <w:rsid w:val="00F13388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2A79DEF"/>
  <w15:docId w15:val="{4D9B212A-0DAF-4515-917C-7E54C1A1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Templates%20for%20Developers\TEM.SkillsImpact.Qualification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6e017d47-3bc4-4690-925d-5289e0926815">
      <UserInfo>
        <DisplayName/>
        <AccountId xsi:nil="true"/>
        <AccountType/>
      </UserInfo>
    </Assigned_x0020_to0>
    <Project_x0020_phase xmlns="6e017d47-3bc4-4690-925d-5289e0926815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E8DB9271421644984D708CCF2F2E46" ma:contentTypeVersion="6" ma:contentTypeDescription="Create a new document." ma:contentTypeScope="" ma:versionID="88c8ef4bd1ab0b9195ba84e924568b47">
  <xsd:schema xmlns:xsd="http://www.w3.org/2001/XMLSchema" xmlns:xs="http://www.w3.org/2001/XMLSchema" xmlns:p="http://schemas.microsoft.com/office/2006/metadata/properties" xmlns:ns2="c0c61cd0-8906-41a6-94dd-696765a41e73" xmlns:ns3="6e017d47-3bc4-4690-925d-5289e0926815" targetNamespace="http://schemas.microsoft.com/office/2006/metadata/properties" ma:root="true" ma:fieldsID="f85599f9630ab755b2e34e2cbbf1f3ca" ns2:_="" ns3:_="">
    <xsd:import namespace="c0c61cd0-8906-41a6-94dd-696765a41e73"/>
    <xsd:import namespace="6e017d47-3bc4-4690-925d-5289e092681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Project_x0020_phase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17d47-3bc4-4690-925d-5289e092681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6e017d47-3bc4-4690-925d-5289e0926815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E145C9-FC07-4E53-B1E1-F667D8F3BC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6e017d47-3bc4-4690-925d-5289e09268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668EEE-A75B-445E-A7D7-01B8E6D0E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TEM.SkillsImpact.Qualification.20170309</Template>
  <TotalTime>132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ACM10117 Certificate I in Animal Studies</vt:lpstr>
    </vt:vector>
  </TitlesOfParts>
  <Company>AgriFood Skills Australia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ACM10117 Certificate I in Animal Studies</dc:title>
  <dc:creator>Wayne Jones</dc:creator>
  <cp:lastModifiedBy>Wayne Jones</cp:lastModifiedBy>
  <cp:revision>11</cp:revision>
  <cp:lastPrinted>2016-05-27T05:21:00Z</cp:lastPrinted>
  <dcterms:created xsi:type="dcterms:W3CDTF">2017-07-09T02:58:00Z</dcterms:created>
  <dcterms:modified xsi:type="dcterms:W3CDTF">2017-08-17T05:37:00Z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0x010100F9E8DB9271421644984D708CCF2F2E46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