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17869" w14:textId="77777777" w:rsidR="00F1480E" w:rsidRPr="00BA0585" w:rsidRDefault="00F1480E" w:rsidP="00FD557D">
      <w:pPr>
        <w:pStyle w:val="SIHeading2"/>
        <w:rPr>
          <w:rFonts w:cs="Arial"/>
        </w:rPr>
      </w:pPr>
      <w:r w:rsidRPr="00BA0585">
        <w:rPr>
          <w:rFonts w:cs="Arial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RPr="00BA0585" w14:paraId="15303F4F" w14:textId="77777777" w:rsidTr="00CA2922">
        <w:trPr>
          <w:tblHeader/>
        </w:trPr>
        <w:tc>
          <w:tcPr>
            <w:tcW w:w="2689" w:type="dxa"/>
          </w:tcPr>
          <w:p w14:paraId="67554176" w14:textId="77777777" w:rsidR="00F1480E" w:rsidRPr="00BA0585" w:rsidRDefault="00830267" w:rsidP="00CA2922">
            <w:pPr>
              <w:pStyle w:val="SIText-Bold"/>
              <w:rPr>
                <w:rFonts w:cs="Arial"/>
              </w:rPr>
            </w:pPr>
            <w:r w:rsidRPr="00BA0585">
              <w:rPr>
                <w:rFonts w:cs="Arial"/>
              </w:rPr>
              <w:t>Release</w:t>
            </w:r>
          </w:p>
        </w:tc>
        <w:tc>
          <w:tcPr>
            <w:tcW w:w="6939" w:type="dxa"/>
          </w:tcPr>
          <w:p w14:paraId="4CBD4C98" w14:textId="77777777" w:rsidR="00F1480E" w:rsidRPr="00BA0585" w:rsidRDefault="00830267" w:rsidP="00CA2922">
            <w:pPr>
              <w:pStyle w:val="SIText-Bold"/>
              <w:rPr>
                <w:rFonts w:cs="Arial"/>
              </w:rPr>
            </w:pPr>
            <w:r w:rsidRPr="00BA0585">
              <w:rPr>
                <w:rFonts w:cs="Arial"/>
              </w:rPr>
              <w:t>Comments</w:t>
            </w:r>
          </w:p>
        </w:tc>
      </w:tr>
      <w:tr w:rsidR="00F1480E" w:rsidRPr="00BA0585" w14:paraId="5A208B0D" w14:textId="77777777" w:rsidTr="00CA2922">
        <w:tc>
          <w:tcPr>
            <w:tcW w:w="2689" w:type="dxa"/>
          </w:tcPr>
          <w:p w14:paraId="76F9763D" w14:textId="77777777" w:rsidR="00F1480E" w:rsidRPr="00BA0585" w:rsidRDefault="00F1480E" w:rsidP="00CC451E">
            <w:pPr>
              <w:pStyle w:val="SIText"/>
              <w:rPr>
                <w:rFonts w:cs="Arial"/>
              </w:rPr>
            </w:pPr>
            <w:r w:rsidRPr="00BA0585">
              <w:rPr>
                <w:rFonts w:cs="Arial"/>
              </w:rPr>
              <w:t>Release</w:t>
            </w:r>
            <w:r w:rsidR="00D23313" w:rsidRPr="00BA0585">
              <w:rPr>
                <w:rFonts w:cs="Arial"/>
              </w:rPr>
              <w:t xml:space="preserve"> 1</w:t>
            </w:r>
          </w:p>
        </w:tc>
        <w:tc>
          <w:tcPr>
            <w:tcW w:w="6939" w:type="dxa"/>
          </w:tcPr>
          <w:p w14:paraId="5B39F95F" w14:textId="0DD834FB" w:rsidR="00F1480E" w:rsidRPr="00BA0585" w:rsidRDefault="00F1480E" w:rsidP="00CC451E">
            <w:pPr>
              <w:pStyle w:val="SIText"/>
              <w:rPr>
                <w:rFonts w:cs="Arial"/>
              </w:rPr>
            </w:pPr>
            <w:r w:rsidRPr="00BA0585">
              <w:rPr>
                <w:rFonts w:cs="Arial"/>
              </w:rPr>
              <w:t xml:space="preserve">This version released with </w:t>
            </w:r>
            <w:r w:rsidR="007B5E8E">
              <w:rPr>
                <w:rFonts w:cs="Arial"/>
              </w:rPr>
              <w:t xml:space="preserve">the </w:t>
            </w:r>
            <w:r w:rsidR="00D23313" w:rsidRPr="00BA0585">
              <w:rPr>
                <w:rFonts w:cs="Arial"/>
              </w:rPr>
              <w:t>ACM Animal Care and Management</w:t>
            </w:r>
            <w:r w:rsidR="00596A5C">
              <w:rPr>
                <w:rFonts w:cs="Arial"/>
              </w:rPr>
              <w:t xml:space="preserve"> Training Package Version 1.0</w:t>
            </w:r>
            <w:r w:rsidR="0062177F">
              <w:rPr>
                <w:rFonts w:cs="Arial"/>
              </w:rPr>
              <w:t>.</w:t>
            </w:r>
          </w:p>
        </w:tc>
      </w:tr>
    </w:tbl>
    <w:p w14:paraId="2D834DE3" w14:textId="77777777" w:rsidR="00F1480E" w:rsidRPr="00BA058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627D0" w:rsidRPr="00BA0585" w14:paraId="3AB3EB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4FC0FA" w14:textId="77777777" w:rsidR="006627D0" w:rsidRPr="00BA0585" w:rsidRDefault="006627D0" w:rsidP="00205CAB">
            <w:pPr>
              <w:pStyle w:val="SIUNITCODE"/>
              <w:rPr>
                <w:lang w:eastAsia="en-US"/>
              </w:rPr>
            </w:pPr>
            <w:r w:rsidRPr="00BA0585">
              <w:rPr>
                <w:lang w:eastAsia="en-US"/>
              </w:rPr>
              <w:t>ACMGRM301</w:t>
            </w:r>
          </w:p>
        </w:tc>
        <w:tc>
          <w:tcPr>
            <w:tcW w:w="3604" w:type="pct"/>
            <w:shd w:val="clear" w:color="auto" w:fill="auto"/>
          </w:tcPr>
          <w:p w14:paraId="0BAB038D" w14:textId="77777777" w:rsidR="006627D0" w:rsidRPr="00BA0585" w:rsidRDefault="006627D0" w:rsidP="00205CAB">
            <w:pPr>
              <w:pStyle w:val="SIUnittitle"/>
              <w:rPr>
                <w:lang w:eastAsia="en-US"/>
              </w:rPr>
            </w:pPr>
            <w:r w:rsidRPr="00BA0585">
              <w:rPr>
                <w:lang w:eastAsia="en-US"/>
              </w:rPr>
              <w:t>Perform dog grooms on different coat types</w:t>
            </w:r>
          </w:p>
        </w:tc>
      </w:tr>
      <w:tr w:rsidR="00F1480E" w:rsidRPr="00BA0585" w14:paraId="464EE7DE" w14:textId="77777777" w:rsidTr="00CA2922">
        <w:tc>
          <w:tcPr>
            <w:tcW w:w="1396" w:type="pct"/>
            <w:shd w:val="clear" w:color="auto" w:fill="auto"/>
          </w:tcPr>
          <w:p w14:paraId="236603B4" w14:textId="77777777" w:rsidR="00F1480E" w:rsidRPr="00BA0585" w:rsidRDefault="00FD557D" w:rsidP="00FD557D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Application</w:t>
            </w:r>
          </w:p>
          <w:p w14:paraId="1BA8C36B" w14:textId="77777777" w:rsidR="00FD557D" w:rsidRPr="00BA0585" w:rsidRDefault="00FD557D" w:rsidP="00FD557D">
            <w:pPr>
              <w:pStyle w:val="SIHeading2"/>
              <w:rPr>
                <w:rFonts w:cs="Arial"/>
              </w:rPr>
            </w:pPr>
          </w:p>
        </w:tc>
        <w:tc>
          <w:tcPr>
            <w:tcW w:w="3604" w:type="pct"/>
            <w:shd w:val="clear" w:color="auto" w:fill="auto"/>
          </w:tcPr>
          <w:p w14:paraId="345DAE19" w14:textId="77777777" w:rsidR="007850AC" w:rsidRDefault="007850AC" w:rsidP="00205CAB">
            <w:pPr>
              <w:pStyle w:val="SIText"/>
            </w:pPr>
            <w:r w:rsidRPr="00CC6CD2">
              <w:t xml:space="preserve">This unit of competency describes the skills and knowledge required to groom the different coat types that occur in dogs. </w:t>
            </w:r>
          </w:p>
          <w:p w14:paraId="08ECC0D7" w14:textId="77777777" w:rsidR="00205CAB" w:rsidRPr="00CC6CD2" w:rsidRDefault="00205CAB" w:rsidP="00205CAB">
            <w:pPr>
              <w:pStyle w:val="SIText"/>
            </w:pPr>
          </w:p>
          <w:p w14:paraId="7DAE9DB7" w14:textId="58E1A92A" w:rsidR="007850AC" w:rsidRDefault="007850AC" w:rsidP="00205CAB">
            <w:pPr>
              <w:pStyle w:val="SIText"/>
            </w:pPr>
            <w:r w:rsidRPr="00CC6CD2">
              <w:t xml:space="preserve">This unit applies to individuals working in the companion animal industry sector where dog grooming services are provided under supervision. </w:t>
            </w:r>
            <w:r w:rsidR="00596A5C">
              <w:t xml:space="preserve">These </w:t>
            </w:r>
            <w:r w:rsidRPr="00CC6CD2">
              <w:rPr>
                <w:lang w:eastAsia="en-AU"/>
              </w:rPr>
              <w:t xml:space="preserve">individuals take responsibility for </w:t>
            </w:r>
            <w:r w:rsidR="00524942">
              <w:rPr>
                <w:lang w:eastAsia="en-AU"/>
              </w:rPr>
              <w:t xml:space="preserve">their </w:t>
            </w:r>
            <w:r w:rsidRPr="00CC6CD2">
              <w:rPr>
                <w:lang w:eastAsia="en-AU"/>
              </w:rPr>
              <w:t>own work and for the quality of the work of others. This includes using discretion and judgement in the selection, allocation and use of available resources.</w:t>
            </w:r>
          </w:p>
          <w:p w14:paraId="2EE57CBA" w14:textId="77777777" w:rsidR="00205CAB" w:rsidRPr="00CC6CD2" w:rsidRDefault="00205CAB" w:rsidP="00205CAB">
            <w:pPr>
              <w:pStyle w:val="SIText"/>
              <w:rPr>
                <w:lang w:eastAsia="en-AU"/>
              </w:rPr>
            </w:pPr>
          </w:p>
          <w:p w14:paraId="34EEC02A" w14:textId="77777777" w:rsidR="00F1480E" w:rsidRPr="00CC6CD2" w:rsidRDefault="007850AC" w:rsidP="00205CAB">
            <w:pPr>
              <w:pStyle w:val="SIText"/>
              <w:rPr>
                <w:color w:val="00B050"/>
              </w:rPr>
            </w:pPr>
            <w:r w:rsidRPr="00CC6CD2">
              <w:rPr>
                <w:lang w:eastAsia="en-AU"/>
              </w:rPr>
              <w:t>No occupational licensing, legislative or certifi</w:t>
            </w:r>
            <w:r w:rsidR="009B68AC">
              <w:rPr>
                <w:lang w:eastAsia="en-AU"/>
              </w:rPr>
              <w:t>cation requirements</w:t>
            </w:r>
            <w:r w:rsidRPr="00CC6CD2">
              <w:rPr>
                <w:lang w:eastAsia="en-AU"/>
              </w:rPr>
              <w:t xml:space="preserve"> apply to this unit at the time of publication.</w:t>
            </w:r>
          </w:p>
        </w:tc>
      </w:tr>
      <w:tr w:rsidR="00F1480E" w:rsidRPr="00BA0585" w14:paraId="5255D497" w14:textId="77777777" w:rsidTr="00CA2922">
        <w:tc>
          <w:tcPr>
            <w:tcW w:w="1396" w:type="pct"/>
            <w:shd w:val="clear" w:color="auto" w:fill="auto"/>
          </w:tcPr>
          <w:p w14:paraId="5C221CF8" w14:textId="04DA0DF1" w:rsidR="00F1480E" w:rsidRPr="00BA0585" w:rsidRDefault="00FD557D" w:rsidP="00FD557D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Prerequisite Unit</w:t>
            </w:r>
            <w:r w:rsidR="0062177F">
              <w:rPr>
                <w:rFonts w:cs="Arial"/>
              </w:rPr>
              <w:t>s</w:t>
            </w:r>
          </w:p>
        </w:tc>
        <w:tc>
          <w:tcPr>
            <w:tcW w:w="3604" w:type="pct"/>
            <w:shd w:val="clear" w:color="auto" w:fill="auto"/>
          </w:tcPr>
          <w:p w14:paraId="597D0CB7" w14:textId="77777777" w:rsidR="0062257C" w:rsidRDefault="0062257C" w:rsidP="0062257C">
            <w:pPr>
              <w:pStyle w:val="SIText"/>
            </w:pPr>
            <w:r>
              <w:t>The prerequisite units of competency for this unit are:</w:t>
            </w:r>
          </w:p>
          <w:p w14:paraId="0D75C976" w14:textId="77777777" w:rsidR="0062257C" w:rsidRPr="0062257C" w:rsidRDefault="0062177F" w:rsidP="0062257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62257C">
              <w:rPr>
                <w:rFonts w:eastAsia="Calibri" w:cs="Arial"/>
              </w:rPr>
              <w:t xml:space="preserve">ACMCAS306 Provide grooming services for companion animal comfort </w:t>
            </w:r>
          </w:p>
          <w:p w14:paraId="23BE3076" w14:textId="45E56C3A" w:rsidR="0062177F" w:rsidRPr="0062177F" w:rsidRDefault="0062177F" w:rsidP="0062257C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0062257C">
              <w:rPr>
                <w:rFonts w:eastAsia="Calibri" w:cs="Arial"/>
              </w:rPr>
              <w:t>ACMCAS307 Provide companion animal hydro-bathing services</w:t>
            </w:r>
          </w:p>
        </w:tc>
      </w:tr>
      <w:tr w:rsidR="00F1480E" w:rsidRPr="00BA0585" w14:paraId="5FA87D66" w14:textId="77777777" w:rsidTr="00CA2922">
        <w:tc>
          <w:tcPr>
            <w:tcW w:w="1396" w:type="pct"/>
            <w:shd w:val="clear" w:color="auto" w:fill="auto"/>
          </w:tcPr>
          <w:p w14:paraId="41C987C3" w14:textId="77777777" w:rsidR="00F1480E" w:rsidRPr="00BA0585" w:rsidRDefault="00FD557D" w:rsidP="00FD557D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6A14AF" w14:textId="77777777" w:rsidR="00F1480E" w:rsidRPr="00BA0585" w:rsidRDefault="00F47B7B" w:rsidP="00E84DEE">
            <w:pPr>
              <w:pStyle w:val="SIText"/>
              <w:rPr>
                <w:rFonts w:cs="Arial"/>
              </w:rPr>
            </w:pPr>
            <w:r>
              <w:rPr>
                <w:rFonts w:cs="Arial"/>
              </w:rPr>
              <w:t>Grooming (GRM</w:t>
            </w:r>
            <w:r w:rsidR="00E84DEE" w:rsidRPr="00BA0585">
              <w:rPr>
                <w:rFonts w:cs="Arial"/>
              </w:rPr>
              <w:t>)</w:t>
            </w:r>
          </w:p>
        </w:tc>
      </w:tr>
    </w:tbl>
    <w:p w14:paraId="5DDFADC3" w14:textId="77777777" w:rsidR="00F1480E" w:rsidRPr="00BA058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BA0585" w14:paraId="2D527A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19E768" w14:textId="77777777" w:rsidR="00F1480E" w:rsidRPr="00BA0585" w:rsidRDefault="00FD557D" w:rsidP="00FD557D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CF6B42" w14:textId="77777777" w:rsidR="00F1480E" w:rsidRPr="00BA0585" w:rsidRDefault="00FD557D" w:rsidP="00FD557D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Performance Criteria</w:t>
            </w:r>
          </w:p>
        </w:tc>
      </w:tr>
      <w:tr w:rsidR="00F1480E" w:rsidRPr="00BA0585" w14:paraId="72EE076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3AEA71" w14:textId="77777777" w:rsidR="00F1480E" w:rsidRPr="00BA0585" w:rsidRDefault="00F1480E" w:rsidP="00CA2922">
            <w:pPr>
              <w:pStyle w:val="SIText"/>
              <w:rPr>
                <w:rStyle w:val="SIText-Italic"/>
                <w:rFonts w:cs="Arial"/>
              </w:rPr>
            </w:pPr>
            <w:r w:rsidRPr="00BA0585">
              <w:rPr>
                <w:rStyle w:val="SIText-Italic"/>
                <w:rFonts w:cs="Arial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F40C5B7" w14:textId="77777777" w:rsidR="00F1480E" w:rsidRPr="00BA0585" w:rsidRDefault="00F1480E" w:rsidP="00CA2922">
            <w:pPr>
              <w:pStyle w:val="SIText"/>
              <w:rPr>
                <w:rStyle w:val="SIText-Italic"/>
                <w:rFonts w:cs="Arial"/>
              </w:rPr>
            </w:pPr>
            <w:r w:rsidRPr="00BA0585">
              <w:rPr>
                <w:rStyle w:val="SIText-Italic"/>
                <w:rFonts w:cs="Arial"/>
              </w:rPr>
              <w:t>Performance criteria describe the performance needed to demonstrate achievement of the element.</w:t>
            </w:r>
          </w:p>
        </w:tc>
      </w:tr>
      <w:tr w:rsidR="00086E10" w:rsidRPr="00BA0585" w14:paraId="52AAAC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9FA383" w14:textId="287451C1" w:rsidR="00086E10" w:rsidRPr="00596A5C" w:rsidRDefault="00596A5C" w:rsidP="00205CAB">
            <w:pPr>
              <w:pStyle w:val="SIText"/>
            </w:pPr>
            <w:r>
              <w:t>1</w:t>
            </w:r>
            <w:r w:rsidR="007B5E8E">
              <w:t>.</w:t>
            </w:r>
            <w:r>
              <w:t xml:space="preserve"> </w:t>
            </w:r>
            <w:r w:rsidR="00086E10" w:rsidRPr="00596A5C">
              <w:t>Classify dogs using Australian breed standards</w:t>
            </w:r>
          </w:p>
        </w:tc>
        <w:tc>
          <w:tcPr>
            <w:tcW w:w="3604" w:type="pct"/>
            <w:shd w:val="clear" w:color="auto" w:fill="auto"/>
          </w:tcPr>
          <w:p w14:paraId="77509401" w14:textId="77777777" w:rsidR="00086E10" w:rsidRPr="00596A5C" w:rsidRDefault="00596A5C" w:rsidP="00205CAB">
            <w:pPr>
              <w:pStyle w:val="SIText"/>
            </w:pPr>
            <w:r>
              <w:t xml:space="preserve">1.1 </w:t>
            </w:r>
            <w:r w:rsidR="00086E10" w:rsidRPr="00596A5C">
              <w:t>Identify features of conformation for dog breeds recognised in Australia</w:t>
            </w:r>
          </w:p>
          <w:p w14:paraId="694AEC23" w14:textId="77777777" w:rsidR="00086E10" w:rsidRPr="00596A5C" w:rsidRDefault="00596A5C" w:rsidP="00205CAB">
            <w:pPr>
              <w:pStyle w:val="SIText"/>
            </w:pPr>
            <w:r>
              <w:t xml:space="preserve">1.2 </w:t>
            </w:r>
            <w:r w:rsidR="00086E10" w:rsidRPr="00596A5C">
              <w:t>Recognise colours for each breed</w:t>
            </w:r>
          </w:p>
          <w:p w14:paraId="7A51EBA1" w14:textId="77777777" w:rsidR="00086E10" w:rsidRPr="00596A5C" w:rsidRDefault="00596A5C" w:rsidP="00205CAB">
            <w:pPr>
              <w:pStyle w:val="SIText"/>
            </w:pPr>
            <w:r>
              <w:t xml:space="preserve">1.3 </w:t>
            </w:r>
            <w:r w:rsidR="00086E10" w:rsidRPr="00596A5C">
              <w:t>Identify coat types and characteristics for each breed</w:t>
            </w:r>
          </w:p>
          <w:p w14:paraId="33C9756D" w14:textId="77777777" w:rsidR="00086E10" w:rsidRPr="00596A5C" w:rsidRDefault="00596A5C" w:rsidP="00205CAB">
            <w:pPr>
              <w:pStyle w:val="SIText"/>
            </w:pPr>
            <w:r>
              <w:t xml:space="preserve">1.4 </w:t>
            </w:r>
            <w:r w:rsidR="00086E10" w:rsidRPr="00596A5C">
              <w:t>Identify grooming requirements in accordance with breed standard</w:t>
            </w:r>
          </w:p>
        </w:tc>
      </w:tr>
      <w:tr w:rsidR="00086E10" w:rsidRPr="00BA0585" w14:paraId="47718B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B59090" w14:textId="117126D1" w:rsidR="00086E10" w:rsidRPr="00596A5C" w:rsidRDefault="00596A5C" w:rsidP="00205CAB">
            <w:pPr>
              <w:pStyle w:val="SIText"/>
            </w:pPr>
            <w:r>
              <w:t>2</w:t>
            </w:r>
            <w:r w:rsidR="007B5E8E">
              <w:t>.</w:t>
            </w:r>
            <w:r>
              <w:t xml:space="preserve"> </w:t>
            </w:r>
            <w:r w:rsidR="00086E10" w:rsidRPr="00596A5C">
              <w:t>Select and operate grooming tools</w:t>
            </w:r>
          </w:p>
        </w:tc>
        <w:tc>
          <w:tcPr>
            <w:tcW w:w="3604" w:type="pct"/>
            <w:shd w:val="clear" w:color="auto" w:fill="auto"/>
          </w:tcPr>
          <w:p w14:paraId="6877EA0F" w14:textId="77777777" w:rsidR="00086E10" w:rsidRPr="00596A5C" w:rsidRDefault="00596A5C" w:rsidP="00205CAB">
            <w:pPr>
              <w:pStyle w:val="SIText"/>
            </w:pPr>
            <w:r>
              <w:t xml:space="preserve">2.1 </w:t>
            </w:r>
            <w:r w:rsidR="00086E10" w:rsidRPr="00596A5C">
              <w:t>Determine care requirements of each coat type</w:t>
            </w:r>
          </w:p>
          <w:p w14:paraId="5B5B2421" w14:textId="77777777" w:rsidR="00086E10" w:rsidRPr="00596A5C" w:rsidRDefault="00596A5C" w:rsidP="00205CAB">
            <w:pPr>
              <w:pStyle w:val="SIText"/>
            </w:pPr>
            <w:r>
              <w:t xml:space="preserve">2.2 </w:t>
            </w:r>
            <w:r w:rsidR="00086E10" w:rsidRPr="00596A5C">
              <w:t>Identify and use tools and equipment used in dog grooming for specific breed needs</w:t>
            </w:r>
          </w:p>
          <w:p w14:paraId="5285E84B" w14:textId="796FA62D" w:rsidR="00086E10" w:rsidRPr="00596A5C" w:rsidRDefault="00596A5C" w:rsidP="00205CAB">
            <w:pPr>
              <w:pStyle w:val="SIText"/>
            </w:pPr>
            <w:r>
              <w:t xml:space="preserve">2.3 </w:t>
            </w:r>
            <w:r w:rsidR="00086E10" w:rsidRPr="00596A5C">
              <w:t>Identify hazards associated with the use of grooming tools and equipment</w:t>
            </w:r>
            <w:r w:rsidR="007B5E8E">
              <w:t>,</w:t>
            </w:r>
            <w:r w:rsidR="00086E10" w:rsidRPr="00596A5C">
              <w:t xml:space="preserve"> and manage risks</w:t>
            </w:r>
          </w:p>
          <w:p w14:paraId="762D6B12" w14:textId="77777777" w:rsidR="00086E10" w:rsidRPr="00596A5C" w:rsidRDefault="00596A5C" w:rsidP="00205CAB">
            <w:pPr>
              <w:pStyle w:val="SIText"/>
            </w:pPr>
            <w:r>
              <w:t xml:space="preserve">2.4 </w:t>
            </w:r>
            <w:r w:rsidR="00086E10" w:rsidRPr="00596A5C">
              <w:t>Complete maintenance and cleaning of grooming tools</w:t>
            </w:r>
          </w:p>
        </w:tc>
      </w:tr>
      <w:tr w:rsidR="00086E10" w:rsidRPr="00BA0585" w14:paraId="71AD41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13A1CD" w14:textId="3CEAE144" w:rsidR="00086E10" w:rsidRPr="00596A5C" w:rsidRDefault="00596A5C" w:rsidP="00205CAB">
            <w:pPr>
              <w:pStyle w:val="SIText"/>
            </w:pPr>
            <w:r>
              <w:t>3</w:t>
            </w:r>
            <w:r w:rsidR="007B5E8E">
              <w:t>.</w:t>
            </w:r>
            <w:r>
              <w:t xml:space="preserve"> </w:t>
            </w:r>
            <w:r w:rsidR="00086E10" w:rsidRPr="00596A5C">
              <w:t>Determine dog coat type management requirements</w:t>
            </w:r>
          </w:p>
        </w:tc>
        <w:tc>
          <w:tcPr>
            <w:tcW w:w="3604" w:type="pct"/>
            <w:shd w:val="clear" w:color="auto" w:fill="auto"/>
          </w:tcPr>
          <w:p w14:paraId="0E332738" w14:textId="77777777" w:rsidR="00086E10" w:rsidRPr="00596A5C" w:rsidRDefault="00596A5C" w:rsidP="00205CAB">
            <w:pPr>
              <w:pStyle w:val="SIText"/>
            </w:pPr>
            <w:r>
              <w:t xml:space="preserve">3.1 </w:t>
            </w:r>
            <w:r w:rsidR="00086E10" w:rsidRPr="00596A5C">
              <w:t>Determine purpose of grooming</w:t>
            </w:r>
          </w:p>
          <w:p w14:paraId="5B74387A" w14:textId="77777777" w:rsidR="00086E10" w:rsidRPr="00596A5C" w:rsidRDefault="00596A5C" w:rsidP="00205CAB">
            <w:pPr>
              <w:pStyle w:val="SIText"/>
            </w:pPr>
            <w:r>
              <w:t xml:space="preserve">3.2 </w:t>
            </w:r>
            <w:r w:rsidR="00086E10" w:rsidRPr="00596A5C">
              <w:t>Select grooming tools, equipment and products for specific coat type requirements</w:t>
            </w:r>
          </w:p>
          <w:p w14:paraId="14A795D0" w14:textId="77777777" w:rsidR="00086E10" w:rsidRPr="00596A5C" w:rsidRDefault="00596A5C" w:rsidP="00205CAB">
            <w:pPr>
              <w:pStyle w:val="SIText"/>
            </w:pPr>
            <w:r>
              <w:t xml:space="preserve">3.3 </w:t>
            </w:r>
            <w:r w:rsidR="00086E10" w:rsidRPr="00596A5C">
              <w:t>Complete dog grooming techniques for body and tail grooming for a range of coat types</w:t>
            </w:r>
          </w:p>
          <w:p w14:paraId="7C2AF8D7" w14:textId="77777777" w:rsidR="00086E10" w:rsidRPr="00596A5C" w:rsidRDefault="00596A5C" w:rsidP="00205CAB">
            <w:pPr>
              <w:pStyle w:val="SIText"/>
            </w:pPr>
            <w:r>
              <w:t xml:space="preserve">3.4 </w:t>
            </w:r>
            <w:r w:rsidR="00086E10" w:rsidRPr="00596A5C">
              <w:t>Complete dog grooming techniques for head grooming for a range of coat types</w:t>
            </w:r>
          </w:p>
          <w:p w14:paraId="17995DB9" w14:textId="77777777" w:rsidR="00086E10" w:rsidRPr="00596A5C" w:rsidRDefault="00596A5C" w:rsidP="00205CAB">
            <w:pPr>
              <w:pStyle w:val="SIText"/>
            </w:pPr>
            <w:r>
              <w:t xml:space="preserve">3.5 </w:t>
            </w:r>
            <w:r w:rsidR="00086E10" w:rsidRPr="00596A5C">
              <w:t>Complete dog grooming techniques for legs and feet grooming for a range of coat types</w:t>
            </w:r>
          </w:p>
        </w:tc>
      </w:tr>
      <w:tr w:rsidR="009B68AC" w:rsidRPr="00BA0585" w14:paraId="3AE1B8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B1B813" w14:textId="77777777" w:rsidR="009B68AC" w:rsidRDefault="009B68AC" w:rsidP="00205CAB">
            <w:pPr>
              <w:pStyle w:val="SIText"/>
            </w:pPr>
            <w:r>
              <w:t xml:space="preserve">4. </w:t>
            </w:r>
            <w:r w:rsidRPr="009B68AC">
              <w:t>Groom dogs for specific breed and coat requirements</w:t>
            </w:r>
          </w:p>
        </w:tc>
        <w:tc>
          <w:tcPr>
            <w:tcW w:w="3604" w:type="pct"/>
            <w:shd w:val="clear" w:color="auto" w:fill="auto"/>
          </w:tcPr>
          <w:p w14:paraId="22EF6D5F" w14:textId="77777777" w:rsidR="009B68AC" w:rsidRPr="009B68AC" w:rsidRDefault="009B68AC" w:rsidP="00205CAB">
            <w:pPr>
              <w:pStyle w:val="SIText"/>
            </w:pPr>
            <w:r>
              <w:t>4.1 Complete g</w:t>
            </w:r>
            <w:r w:rsidRPr="009B68AC">
              <w:t xml:space="preserve">rooming techniques for show or breed standard requirements </w:t>
            </w:r>
          </w:p>
          <w:p w14:paraId="56439F64" w14:textId="77777777" w:rsidR="009B68AC" w:rsidRPr="009B68AC" w:rsidRDefault="009B68AC" w:rsidP="00205CAB">
            <w:pPr>
              <w:pStyle w:val="SIText"/>
            </w:pPr>
            <w:r w:rsidRPr="009B68AC">
              <w:t xml:space="preserve">4.2 Complete </w:t>
            </w:r>
            <w:r>
              <w:t>g</w:t>
            </w:r>
            <w:r w:rsidRPr="009B68AC">
              <w:t>rooming techniques for preventative care</w:t>
            </w:r>
          </w:p>
          <w:p w14:paraId="7B469CE9" w14:textId="77777777" w:rsidR="009B68AC" w:rsidRPr="009B68AC" w:rsidRDefault="009B68AC" w:rsidP="00205CAB">
            <w:pPr>
              <w:pStyle w:val="SIText"/>
            </w:pPr>
            <w:r w:rsidRPr="009B68AC">
              <w:t xml:space="preserve">4.3 Select </w:t>
            </w:r>
            <w:r>
              <w:t>g</w:t>
            </w:r>
            <w:r w:rsidRPr="009B68AC">
              <w:t xml:space="preserve">rooming finishing products </w:t>
            </w:r>
            <w:r>
              <w:t>and apply</w:t>
            </w:r>
            <w:r w:rsidRPr="009B68AC">
              <w:t xml:space="preserve"> </w:t>
            </w:r>
            <w:r>
              <w:t>to specific coat types</w:t>
            </w:r>
          </w:p>
          <w:p w14:paraId="5EFE91D3" w14:textId="49C07B3A" w:rsidR="009B68AC" w:rsidRPr="009B68AC" w:rsidRDefault="009B68AC" w:rsidP="00205CAB">
            <w:pPr>
              <w:pStyle w:val="SIText"/>
            </w:pPr>
            <w:r w:rsidRPr="009B68AC">
              <w:t xml:space="preserve">4.4 Fit </w:t>
            </w:r>
            <w:r>
              <w:t>d</w:t>
            </w:r>
            <w:r w:rsidRPr="009B68AC">
              <w:t>ecorations or accessories with consideration for animal welfare</w:t>
            </w:r>
          </w:p>
          <w:p w14:paraId="672D3D2B" w14:textId="77777777" w:rsidR="009B68AC" w:rsidRPr="009B68AC" w:rsidRDefault="009B68AC" w:rsidP="00205CAB">
            <w:pPr>
              <w:pStyle w:val="SIText"/>
            </w:pPr>
            <w:r w:rsidRPr="009B68AC">
              <w:t xml:space="preserve">4.5 Manage </w:t>
            </w:r>
            <w:r>
              <w:t>w</w:t>
            </w:r>
            <w:r w:rsidRPr="009B68AC">
              <w:t xml:space="preserve">aste and biosecurity risks </w:t>
            </w:r>
          </w:p>
          <w:p w14:paraId="4D907B94" w14:textId="77777777" w:rsidR="009B68AC" w:rsidRPr="00CC0952" w:rsidRDefault="009B68AC" w:rsidP="00205CAB">
            <w:pPr>
              <w:pStyle w:val="SIText"/>
            </w:pPr>
            <w:r w:rsidRPr="009B68AC">
              <w:t xml:space="preserve">4.6 Complete records as </w:t>
            </w:r>
            <w:r w:rsidR="00205CAB">
              <w:t>required by employer</w:t>
            </w:r>
          </w:p>
        </w:tc>
      </w:tr>
    </w:tbl>
    <w:p w14:paraId="00666724" w14:textId="77777777" w:rsidR="00F1480E" w:rsidRPr="00BA058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BA0585" w:rsidDel="00423CB2" w14:paraId="3DC550BF" w14:textId="77777777" w:rsidTr="00CA2922">
        <w:trPr>
          <w:tblHeader/>
        </w:trPr>
        <w:tc>
          <w:tcPr>
            <w:tcW w:w="5000" w:type="pct"/>
            <w:gridSpan w:val="2"/>
          </w:tcPr>
          <w:p w14:paraId="738F752A" w14:textId="77777777" w:rsidR="00F1480E" w:rsidRPr="00BA0585" w:rsidRDefault="00FD557D" w:rsidP="00FD557D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Foundation Skills</w:t>
            </w:r>
          </w:p>
          <w:p w14:paraId="618EC917" w14:textId="77777777" w:rsidR="00F1480E" w:rsidRPr="00BA0585" w:rsidRDefault="00F1480E" w:rsidP="00634FCA">
            <w:pPr>
              <w:rPr>
                <w:rStyle w:val="SIText-Italic"/>
                <w:rFonts w:eastAsiaTheme="majorEastAsia" w:cs="Arial"/>
              </w:rPr>
            </w:pPr>
            <w:r w:rsidRPr="00BA0585">
              <w:rPr>
                <w:rStyle w:val="SIText-Italic"/>
                <w:rFonts w:eastAsiaTheme="majorEastAsia" w:cs="Arial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BA0585" w:rsidDel="00423CB2" w14:paraId="62E3005C" w14:textId="77777777" w:rsidTr="00CA2922">
        <w:trPr>
          <w:tblHeader/>
        </w:trPr>
        <w:tc>
          <w:tcPr>
            <w:tcW w:w="1396" w:type="pct"/>
          </w:tcPr>
          <w:p w14:paraId="55B77D9C" w14:textId="77777777" w:rsidR="00F1480E" w:rsidRPr="00BA0585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BA0585">
              <w:rPr>
                <w:rFonts w:eastAsiaTheme="majorEastAsia" w:cs="Arial"/>
              </w:rPr>
              <w:t>Skill</w:t>
            </w:r>
          </w:p>
        </w:tc>
        <w:tc>
          <w:tcPr>
            <w:tcW w:w="3604" w:type="pct"/>
          </w:tcPr>
          <w:p w14:paraId="7B5ABBC9" w14:textId="77777777" w:rsidR="00F1480E" w:rsidRPr="00BA0585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BA0585">
              <w:rPr>
                <w:rFonts w:eastAsiaTheme="majorEastAsia" w:cs="Arial"/>
              </w:rPr>
              <w:t>Description</w:t>
            </w:r>
          </w:p>
        </w:tc>
      </w:tr>
      <w:tr w:rsidR="00F1480E" w:rsidRPr="00BA0585" w:rsidDel="00423CB2" w14:paraId="071AE8FD" w14:textId="77777777" w:rsidTr="00CA2922">
        <w:tc>
          <w:tcPr>
            <w:tcW w:w="1396" w:type="pct"/>
          </w:tcPr>
          <w:p w14:paraId="3991AA74" w14:textId="77777777" w:rsidR="00F1480E" w:rsidRPr="00BA0585" w:rsidRDefault="00596A5C" w:rsidP="00923720">
            <w:pPr>
              <w:pStyle w:val="SIText"/>
              <w:rPr>
                <w:rFonts w:cs="Arial"/>
              </w:rPr>
            </w:pPr>
            <w:r>
              <w:rPr>
                <w:rFonts w:cs="Arial"/>
              </w:rPr>
              <w:t>Reading</w:t>
            </w:r>
          </w:p>
        </w:tc>
        <w:tc>
          <w:tcPr>
            <w:tcW w:w="3604" w:type="pct"/>
          </w:tcPr>
          <w:p w14:paraId="24450699" w14:textId="32961932" w:rsidR="00F1480E" w:rsidRPr="00596A5C" w:rsidRDefault="0062177F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>
              <w:rPr>
                <w:rFonts w:eastAsia="Calibri" w:cs="Arial"/>
              </w:rPr>
              <w:t xml:space="preserve">Interpret instruction </w:t>
            </w:r>
            <w:r w:rsidR="00596A5C">
              <w:rPr>
                <w:rFonts w:eastAsia="Calibri" w:cs="Arial"/>
              </w:rPr>
              <w:t>manuals for equipment used for grooming</w:t>
            </w:r>
          </w:p>
        </w:tc>
      </w:tr>
    </w:tbl>
    <w:p w14:paraId="2E68D760" w14:textId="77777777" w:rsidR="00916CD7" w:rsidRPr="00BA0585" w:rsidRDefault="00916CD7" w:rsidP="00596A5C">
      <w:pPr>
        <w:pStyle w:val="SIText"/>
        <w:keepNext/>
        <w:ind w:left="720" w:hanging="720"/>
        <w:rPr>
          <w:rFonts w:cs="Arial"/>
        </w:rPr>
      </w:pPr>
    </w:p>
    <w:p w14:paraId="071B50D3" w14:textId="77777777" w:rsidR="00F1480E" w:rsidRPr="00BA0585" w:rsidRDefault="00F1480E" w:rsidP="00F1480E">
      <w:pPr>
        <w:pStyle w:val="SIText"/>
        <w:rPr>
          <w:rFonts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RPr="00BA0585" w14:paraId="7D49789D" w14:textId="77777777" w:rsidTr="00CA2922">
        <w:trPr>
          <w:tblHeader/>
        </w:trPr>
        <w:tc>
          <w:tcPr>
            <w:tcW w:w="5000" w:type="pct"/>
            <w:gridSpan w:val="4"/>
          </w:tcPr>
          <w:p w14:paraId="3DF8650D" w14:textId="77777777" w:rsidR="00F1480E" w:rsidRPr="00BA0585" w:rsidRDefault="00FD557D" w:rsidP="00FD557D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Unit Mapping Information</w:t>
            </w:r>
          </w:p>
        </w:tc>
      </w:tr>
      <w:tr w:rsidR="00F1480E" w:rsidRPr="00BA0585" w14:paraId="101DB37F" w14:textId="77777777" w:rsidTr="00FD557D">
        <w:trPr>
          <w:tblHeader/>
        </w:trPr>
        <w:tc>
          <w:tcPr>
            <w:tcW w:w="1028" w:type="pct"/>
          </w:tcPr>
          <w:p w14:paraId="06A51786" w14:textId="77777777" w:rsidR="00F1480E" w:rsidRPr="00BA0585" w:rsidRDefault="00F1480E" w:rsidP="00923720">
            <w:pPr>
              <w:pStyle w:val="SIText-Bold"/>
              <w:rPr>
                <w:rFonts w:cs="Arial"/>
              </w:rPr>
            </w:pPr>
            <w:r w:rsidRPr="00BA0585">
              <w:rPr>
                <w:rFonts w:cs="Arial"/>
              </w:rPr>
              <w:t>Code and title current version</w:t>
            </w:r>
          </w:p>
        </w:tc>
        <w:tc>
          <w:tcPr>
            <w:tcW w:w="1105" w:type="pct"/>
          </w:tcPr>
          <w:p w14:paraId="06842628" w14:textId="77777777" w:rsidR="00F1480E" w:rsidRPr="00BA0585" w:rsidRDefault="00596A5C" w:rsidP="00923720">
            <w:pPr>
              <w:pStyle w:val="SIText-Bold"/>
              <w:rPr>
                <w:rFonts w:cs="Arial"/>
              </w:rPr>
            </w:pPr>
            <w:r>
              <w:rPr>
                <w:rFonts w:cs="Arial"/>
              </w:rPr>
              <w:t xml:space="preserve">Code and title previous </w:t>
            </w:r>
            <w:r w:rsidR="00F1480E" w:rsidRPr="00BA0585">
              <w:rPr>
                <w:rFonts w:cs="Arial"/>
              </w:rPr>
              <w:t>version</w:t>
            </w:r>
          </w:p>
        </w:tc>
        <w:tc>
          <w:tcPr>
            <w:tcW w:w="1251" w:type="pct"/>
          </w:tcPr>
          <w:p w14:paraId="16B88208" w14:textId="77777777" w:rsidR="00F1480E" w:rsidRPr="00BA0585" w:rsidRDefault="00F1480E" w:rsidP="00923720">
            <w:pPr>
              <w:pStyle w:val="SIText-Bold"/>
              <w:rPr>
                <w:rFonts w:cs="Arial"/>
              </w:rPr>
            </w:pPr>
            <w:r w:rsidRPr="00BA0585">
              <w:rPr>
                <w:rFonts w:cs="Arial"/>
              </w:rPr>
              <w:t>Comments</w:t>
            </w:r>
          </w:p>
        </w:tc>
        <w:tc>
          <w:tcPr>
            <w:tcW w:w="1616" w:type="pct"/>
          </w:tcPr>
          <w:p w14:paraId="3F613AE8" w14:textId="77777777" w:rsidR="00F1480E" w:rsidRPr="00BA0585" w:rsidRDefault="00F1480E" w:rsidP="00923720">
            <w:pPr>
              <w:pStyle w:val="SIText-Bold"/>
              <w:rPr>
                <w:rFonts w:cs="Arial"/>
              </w:rPr>
            </w:pPr>
            <w:r w:rsidRPr="00BA0585">
              <w:rPr>
                <w:rFonts w:cs="Arial"/>
              </w:rPr>
              <w:t>Equivalence status</w:t>
            </w:r>
          </w:p>
        </w:tc>
      </w:tr>
      <w:tr w:rsidR="00041E59" w:rsidRPr="00BA0585" w14:paraId="0A67AD36" w14:textId="77777777" w:rsidTr="00FD557D">
        <w:tc>
          <w:tcPr>
            <w:tcW w:w="1028" w:type="pct"/>
          </w:tcPr>
          <w:p w14:paraId="5E7BC11D" w14:textId="77777777" w:rsidR="00110F67" w:rsidRPr="00BA0585" w:rsidRDefault="00110F67" w:rsidP="00205CAB">
            <w:pPr>
              <w:pStyle w:val="SIText"/>
            </w:pPr>
            <w:r w:rsidRPr="00BA0585">
              <w:t>ACMGRM301 Perform dog grooms on different coat types</w:t>
            </w:r>
          </w:p>
          <w:p w14:paraId="4CAC554B" w14:textId="77777777" w:rsidR="00041E59" w:rsidRPr="00BA0585" w:rsidRDefault="00041E59" w:rsidP="00205CAB">
            <w:pPr>
              <w:pStyle w:val="SIText"/>
            </w:pPr>
          </w:p>
        </w:tc>
        <w:tc>
          <w:tcPr>
            <w:tcW w:w="1105" w:type="pct"/>
          </w:tcPr>
          <w:p w14:paraId="0A50FD55" w14:textId="77777777" w:rsidR="00110F67" w:rsidRPr="00BA0585" w:rsidRDefault="00110F67" w:rsidP="00205CAB">
            <w:pPr>
              <w:pStyle w:val="SIText"/>
            </w:pPr>
            <w:bookmarkStart w:id="0" w:name="_GoBack"/>
            <w:r w:rsidRPr="00BA0585">
              <w:t xml:space="preserve">ACMGRM301A </w:t>
            </w:r>
            <w:bookmarkEnd w:id="0"/>
            <w:r w:rsidRPr="00BA0585">
              <w:t>Perform dog grooms on different coat types</w:t>
            </w:r>
          </w:p>
          <w:p w14:paraId="60136C9C" w14:textId="77777777" w:rsidR="00041E59" w:rsidRPr="00BA0585" w:rsidRDefault="00041E59" w:rsidP="00205CAB">
            <w:pPr>
              <w:pStyle w:val="SIText"/>
            </w:pPr>
          </w:p>
        </w:tc>
        <w:tc>
          <w:tcPr>
            <w:tcW w:w="1251" w:type="pct"/>
          </w:tcPr>
          <w:p w14:paraId="643A887E" w14:textId="77777777" w:rsidR="00041E59" w:rsidRPr="00BA0585" w:rsidRDefault="003E265C" w:rsidP="00205CAB">
            <w:pPr>
              <w:pStyle w:val="SIText"/>
            </w:pPr>
            <w:r w:rsidRPr="00BA0585">
              <w:t>Updated to meet Standard Training Packages</w:t>
            </w:r>
          </w:p>
        </w:tc>
        <w:tc>
          <w:tcPr>
            <w:tcW w:w="1616" w:type="pct"/>
          </w:tcPr>
          <w:p w14:paraId="34933239" w14:textId="77777777" w:rsidR="00041E59" w:rsidRPr="00BA0585" w:rsidRDefault="00916CD7" w:rsidP="00205CAB">
            <w:pPr>
              <w:pStyle w:val="SIText"/>
            </w:pPr>
            <w:r w:rsidRPr="00BA0585">
              <w:t xml:space="preserve">Equivalent unit </w:t>
            </w:r>
          </w:p>
          <w:p w14:paraId="0DFA967E" w14:textId="77777777" w:rsidR="00916CD7" w:rsidRPr="00BA0585" w:rsidRDefault="00916CD7" w:rsidP="00205CAB">
            <w:pPr>
              <w:pStyle w:val="SIText"/>
            </w:pPr>
          </w:p>
          <w:p w14:paraId="616C14D2" w14:textId="77777777" w:rsidR="00916CD7" w:rsidRPr="00BA0585" w:rsidRDefault="00916CD7" w:rsidP="00205CAB">
            <w:pPr>
              <w:pStyle w:val="SIText"/>
            </w:pPr>
          </w:p>
        </w:tc>
      </w:tr>
    </w:tbl>
    <w:p w14:paraId="466C99D4" w14:textId="77777777" w:rsidR="00F1480E" w:rsidRPr="00BA0585" w:rsidRDefault="00F1480E" w:rsidP="00916CD7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BA0585" w14:paraId="3270444B" w14:textId="77777777" w:rsidTr="00CA2922">
        <w:tc>
          <w:tcPr>
            <w:tcW w:w="1396" w:type="pct"/>
            <w:shd w:val="clear" w:color="auto" w:fill="auto"/>
          </w:tcPr>
          <w:p w14:paraId="4F56301C" w14:textId="77777777" w:rsidR="00F1480E" w:rsidRPr="00BA0585" w:rsidRDefault="00FD557D" w:rsidP="00FD557D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Links</w:t>
            </w:r>
          </w:p>
        </w:tc>
        <w:tc>
          <w:tcPr>
            <w:tcW w:w="3604" w:type="pct"/>
            <w:shd w:val="clear" w:color="auto" w:fill="auto"/>
          </w:tcPr>
          <w:p w14:paraId="388070B3" w14:textId="5D1D187D" w:rsidR="00F1480E" w:rsidRPr="00BA0585" w:rsidRDefault="007B5E8E" w:rsidP="00A76C6C">
            <w:pPr>
              <w:pStyle w:val="SIText"/>
              <w:rPr>
                <w:rFonts w:cs="Arial"/>
              </w:rPr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62177F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1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17F8ACBE" w14:textId="77777777" w:rsidR="00F1480E" w:rsidRPr="00BA0585" w:rsidRDefault="00F1480E" w:rsidP="00F1480E">
      <w:pPr>
        <w:pStyle w:val="SIText"/>
        <w:rPr>
          <w:rFonts w:cs="Arial"/>
        </w:rPr>
      </w:pPr>
    </w:p>
    <w:p w14:paraId="3A07B10B" w14:textId="77777777" w:rsidR="00F1480E" w:rsidRPr="00BA0585" w:rsidRDefault="00F1480E" w:rsidP="00F1480E">
      <w:pPr>
        <w:pStyle w:val="SIText"/>
        <w:rPr>
          <w:rFonts w:cs="Arial"/>
        </w:rPr>
      </w:pPr>
      <w:r w:rsidRPr="00BA0585">
        <w:rPr>
          <w:rFonts w:cs="Arial"/>
          <w:b/>
        </w:rPr>
        <w:br w:type="page"/>
      </w:r>
    </w:p>
    <w:p w14:paraId="541FB96E" w14:textId="77777777" w:rsidR="00556C4C" w:rsidRPr="00BA0585" w:rsidRDefault="00556C4C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BA0585" w14:paraId="5900474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1980E8" w14:textId="77777777" w:rsidR="00556C4C" w:rsidRPr="00BA0585" w:rsidRDefault="00556C4C" w:rsidP="00113678">
            <w:pPr>
              <w:pStyle w:val="SIUnittitle"/>
              <w:rPr>
                <w:rFonts w:cs="Arial"/>
              </w:rPr>
            </w:pPr>
            <w:r w:rsidRPr="00BA0585">
              <w:rPr>
                <w:rFonts w:cs="Arial"/>
              </w:rPr>
              <w:t>TITLE</w:t>
            </w:r>
          </w:p>
        </w:tc>
        <w:tc>
          <w:tcPr>
            <w:tcW w:w="3522" w:type="pct"/>
            <w:shd w:val="clear" w:color="auto" w:fill="auto"/>
          </w:tcPr>
          <w:p w14:paraId="4D733D37" w14:textId="77777777" w:rsidR="00556C4C" w:rsidRPr="00BA0585" w:rsidRDefault="00556C4C" w:rsidP="00113678">
            <w:pPr>
              <w:pStyle w:val="SIUnittitle"/>
              <w:rPr>
                <w:rFonts w:cs="Arial"/>
              </w:rPr>
            </w:pPr>
            <w:r w:rsidRPr="00BA0585">
              <w:rPr>
                <w:rFonts w:cs="Arial"/>
              </w:rPr>
              <w:t xml:space="preserve">Assessment requirements for </w:t>
            </w:r>
            <w:r w:rsidR="00110F67" w:rsidRPr="00BA0585">
              <w:rPr>
                <w:rFonts w:cs="Arial"/>
              </w:rPr>
              <w:t>ACMGRM301 Perform dog grooms on different coat types</w:t>
            </w:r>
          </w:p>
        </w:tc>
      </w:tr>
      <w:tr w:rsidR="00556C4C" w:rsidRPr="00BA0585" w14:paraId="69380E5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BABED6" w14:textId="77777777" w:rsidR="00556C4C" w:rsidRPr="00BA0585" w:rsidRDefault="00D71E43" w:rsidP="00D71E43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Performance Evidence</w:t>
            </w:r>
          </w:p>
        </w:tc>
      </w:tr>
      <w:tr w:rsidR="00556C4C" w:rsidRPr="00BA0585" w14:paraId="03DB3B64" w14:textId="77777777" w:rsidTr="00113678">
        <w:tc>
          <w:tcPr>
            <w:tcW w:w="5000" w:type="pct"/>
            <w:gridSpan w:val="2"/>
            <w:shd w:val="clear" w:color="auto" w:fill="auto"/>
          </w:tcPr>
          <w:p w14:paraId="47B8D08E" w14:textId="24FDFCE2" w:rsidR="007B5E8E" w:rsidRDefault="00E3681D" w:rsidP="00190A2C">
            <w:pPr>
              <w:pStyle w:val="SIText"/>
            </w:pPr>
            <w:r w:rsidRPr="00190A2C">
              <w:t xml:space="preserve">An individual </w:t>
            </w:r>
            <w:r w:rsidR="00556C4C" w:rsidRPr="00190A2C">
              <w:t xml:space="preserve">demonstrating competency must </w:t>
            </w:r>
            <w:r w:rsidR="00C07C66" w:rsidRPr="00190A2C">
              <w:t>satisfy all of the elements and</w:t>
            </w:r>
            <w:r w:rsidR="00556C4C" w:rsidRPr="00190A2C">
              <w:t xml:space="preserve"> performanc</w:t>
            </w:r>
            <w:r w:rsidR="00C07C66" w:rsidRPr="00190A2C">
              <w:t>e criteria</w:t>
            </w:r>
            <w:r w:rsidR="00556C4C" w:rsidRPr="00190A2C">
              <w:t xml:space="preserve"> </w:t>
            </w:r>
            <w:r w:rsidR="0062177F">
              <w:t>in</w:t>
            </w:r>
            <w:r w:rsidR="00556C4C" w:rsidRPr="00190A2C">
              <w:t xml:space="preserve"> this unit. </w:t>
            </w:r>
          </w:p>
          <w:p w14:paraId="4E971252" w14:textId="77777777" w:rsidR="007B5E8E" w:rsidRDefault="007B5E8E" w:rsidP="00190A2C">
            <w:pPr>
              <w:pStyle w:val="SIText"/>
            </w:pPr>
          </w:p>
          <w:p w14:paraId="268B8137" w14:textId="1825BE17" w:rsidR="00556C4C" w:rsidRPr="00190A2C" w:rsidRDefault="00556C4C" w:rsidP="00190A2C">
            <w:pPr>
              <w:pStyle w:val="SIText"/>
            </w:pPr>
            <w:r w:rsidRPr="00190A2C">
              <w:t>There must be evidence that</w:t>
            </w:r>
            <w:r w:rsidR="009A6E6C" w:rsidRPr="00190A2C">
              <w:t xml:space="preserve"> </w:t>
            </w:r>
            <w:r w:rsidRPr="00190A2C">
              <w:t xml:space="preserve">the </w:t>
            </w:r>
            <w:r w:rsidR="00E3681D" w:rsidRPr="00190A2C">
              <w:t>individual</w:t>
            </w:r>
            <w:r w:rsidR="00366805" w:rsidRPr="00190A2C">
              <w:t xml:space="preserve"> has</w:t>
            </w:r>
            <w:r w:rsidR="00190A2C" w:rsidRPr="00190A2C">
              <w:rPr>
                <w:rFonts w:eastAsia="Calibri"/>
              </w:rPr>
              <w:t xml:space="preserve"> groomed at least three species of dog, with different coat and grooming requirements, including:</w:t>
            </w:r>
          </w:p>
          <w:p w14:paraId="65BB9204" w14:textId="2DABA94D" w:rsidR="00190A2C" w:rsidRPr="00190A2C" w:rsidRDefault="00190A2C" w:rsidP="00190A2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190A2C">
              <w:rPr>
                <w:rFonts w:eastAsia="Calibri" w:cs="Arial"/>
              </w:rPr>
              <w:t>assess</w:t>
            </w:r>
            <w:r>
              <w:rPr>
                <w:rFonts w:eastAsia="Calibri" w:cs="Arial"/>
              </w:rPr>
              <w:t>ed</w:t>
            </w:r>
            <w:r w:rsidRPr="00190A2C">
              <w:rPr>
                <w:rFonts w:eastAsia="Calibri" w:cs="Arial"/>
              </w:rPr>
              <w:t xml:space="preserve"> health and condition of animal's coat and determine</w:t>
            </w:r>
            <w:r>
              <w:rPr>
                <w:rFonts w:eastAsia="Calibri" w:cs="Arial"/>
              </w:rPr>
              <w:t>d</w:t>
            </w:r>
            <w:r w:rsidRPr="00190A2C">
              <w:rPr>
                <w:rFonts w:eastAsia="Calibri" w:cs="Arial"/>
              </w:rPr>
              <w:t xml:space="preserve"> groomin</w:t>
            </w:r>
            <w:r>
              <w:rPr>
                <w:rFonts w:eastAsia="Calibri" w:cs="Arial"/>
              </w:rPr>
              <w:t>g requirements with client</w:t>
            </w:r>
          </w:p>
          <w:p w14:paraId="79F0C02E" w14:textId="5BC2D4E5" w:rsidR="006F1247" w:rsidRPr="00190A2C" w:rsidRDefault="006F1247" w:rsidP="006F1247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190A2C">
              <w:rPr>
                <w:rFonts w:eastAsia="Calibri" w:cs="Arial"/>
              </w:rPr>
              <w:t>follow</w:t>
            </w:r>
            <w:r>
              <w:rPr>
                <w:rFonts w:eastAsia="Calibri" w:cs="Arial"/>
              </w:rPr>
              <w:t>ed</w:t>
            </w:r>
            <w:r w:rsidRPr="00190A2C">
              <w:rPr>
                <w:rFonts w:eastAsia="Calibri" w:cs="Arial"/>
              </w:rPr>
              <w:t xml:space="preserve"> workplace instructions </w:t>
            </w:r>
            <w:r>
              <w:rPr>
                <w:rFonts w:eastAsia="Calibri" w:cs="Arial"/>
              </w:rPr>
              <w:t>and</w:t>
            </w:r>
            <w:r w:rsidRPr="00190A2C">
              <w:rPr>
                <w:rFonts w:eastAsia="Calibri" w:cs="Arial"/>
              </w:rPr>
              <w:t xml:space="preserve"> appl</w:t>
            </w:r>
            <w:r>
              <w:rPr>
                <w:rFonts w:eastAsia="Calibri" w:cs="Arial"/>
              </w:rPr>
              <w:t>ied</w:t>
            </w:r>
            <w:r w:rsidRPr="00190A2C">
              <w:rPr>
                <w:rFonts w:eastAsia="Calibri" w:cs="Arial"/>
              </w:rPr>
              <w:t xml:space="preserve"> industry</w:t>
            </w:r>
            <w:r w:rsidR="007B5E8E">
              <w:rPr>
                <w:rFonts w:eastAsia="Calibri" w:cs="Arial"/>
              </w:rPr>
              <w:t>-</w:t>
            </w:r>
            <w:r w:rsidRPr="00190A2C">
              <w:rPr>
                <w:rFonts w:eastAsia="Calibri" w:cs="Arial"/>
              </w:rPr>
              <w:t>recognised grooming methods and procedures for different coat types to maintain</w:t>
            </w:r>
            <w:r>
              <w:rPr>
                <w:rFonts w:eastAsia="Calibri" w:cs="Arial"/>
              </w:rPr>
              <w:t>/</w:t>
            </w:r>
            <w:r w:rsidRPr="00190A2C">
              <w:rPr>
                <w:rFonts w:eastAsia="Calibri" w:cs="Arial"/>
              </w:rPr>
              <w:t>restore animal comfort</w:t>
            </w:r>
          </w:p>
          <w:p w14:paraId="415E03D7" w14:textId="77777777" w:rsidR="006F1247" w:rsidRPr="00190A2C" w:rsidRDefault="006F1247" w:rsidP="006F1247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190A2C">
              <w:rPr>
                <w:rFonts w:eastAsia="Calibri" w:cs="Arial"/>
              </w:rPr>
              <w:t>handle</w:t>
            </w:r>
            <w:r>
              <w:rPr>
                <w:rFonts w:eastAsia="Calibri" w:cs="Arial"/>
              </w:rPr>
              <w:t>d</w:t>
            </w:r>
            <w:r w:rsidRPr="00190A2C">
              <w:rPr>
                <w:rFonts w:eastAsia="Calibri" w:cs="Arial"/>
              </w:rPr>
              <w:t xml:space="preserve"> dogs in a safe and humane manner</w:t>
            </w:r>
          </w:p>
          <w:p w14:paraId="65B27FD3" w14:textId="623FDF80" w:rsidR="00A20FD7" w:rsidRDefault="00A20FD7" w:rsidP="00A20FD7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A20FD7">
              <w:rPr>
                <w:rFonts w:eastAsia="Calibri" w:cs="Arial"/>
              </w:rPr>
              <w:t>selected, used and maintained grooming and styling equipment and supplies according to manufacturers' specifications and industry standards</w:t>
            </w:r>
          </w:p>
          <w:p w14:paraId="72E2DA3D" w14:textId="5B1EC1CC" w:rsidR="00461708" w:rsidRPr="00190A2C" w:rsidRDefault="00750844" w:rsidP="00750844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updated</w:t>
            </w:r>
            <w:r w:rsidR="00190A2C" w:rsidRPr="00190A2C">
              <w:rPr>
                <w:rFonts w:eastAsia="Calibri" w:cs="Arial"/>
              </w:rPr>
              <w:t xml:space="preserve"> records</w:t>
            </w:r>
            <w:r w:rsidR="00596A5C" w:rsidRPr="00190A2C">
              <w:rPr>
                <w:rFonts w:eastAsia="Calibri" w:cs="Arial"/>
              </w:rPr>
              <w:t>.</w:t>
            </w:r>
          </w:p>
        </w:tc>
      </w:tr>
    </w:tbl>
    <w:p w14:paraId="0C822E18" w14:textId="77777777" w:rsidR="00556C4C" w:rsidRPr="00BA0585" w:rsidRDefault="00556C4C" w:rsidP="00F1480E">
      <w:pPr>
        <w:pStyle w:val="SIText"/>
        <w:rPr>
          <w:rFonts w:cs="Arial"/>
        </w:rPr>
      </w:pPr>
    </w:p>
    <w:p w14:paraId="792EFC1F" w14:textId="77777777" w:rsidR="00556C4C" w:rsidRPr="00BA0585" w:rsidRDefault="00556C4C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BA0585" w14:paraId="6962AF1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8B3450" w14:textId="77777777" w:rsidR="00F1480E" w:rsidRPr="00BA0585" w:rsidRDefault="00D71E43" w:rsidP="00D71E43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Knowledge Evidence</w:t>
            </w:r>
          </w:p>
        </w:tc>
      </w:tr>
      <w:tr w:rsidR="00F1480E" w:rsidRPr="00BA0585" w14:paraId="5C2E03D3" w14:textId="77777777" w:rsidTr="00CA2922">
        <w:tc>
          <w:tcPr>
            <w:tcW w:w="5000" w:type="pct"/>
            <w:shd w:val="clear" w:color="auto" w:fill="auto"/>
          </w:tcPr>
          <w:p w14:paraId="09E2D607" w14:textId="77777777" w:rsidR="008B2C77" w:rsidRPr="00BA0585" w:rsidRDefault="00E3681D" w:rsidP="002C55E9">
            <w:pPr>
              <w:pStyle w:val="SIText"/>
              <w:rPr>
                <w:rFonts w:cs="Arial"/>
              </w:rPr>
            </w:pPr>
            <w:r w:rsidRPr="00BA0585">
              <w:rPr>
                <w:rFonts w:cs="Arial"/>
              </w:rPr>
              <w:t xml:space="preserve">An individual </w:t>
            </w:r>
            <w:r w:rsidR="008B2C77" w:rsidRPr="00BA0585">
              <w:rPr>
                <w:rFonts w:cs="Arial"/>
              </w:rPr>
              <w:t>must be a</w:t>
            </w:r>
            <w:r w:rsidR="00434ECE" w:rsidRPr="00BA0585">
              <w:rPr>
                <w:rFonts w:cs="Arial"/>
              </w:rPr>
              <w:t>ble to demonstrate the</w:t>
            </w:r>
            <w:r w:rsidR="008B2C77" w:rsidRPr="00BA0585">
              <w:rPr>
                <w:rFonts w:cs="Arial"/>
              </w:rPr>
              <w:t xml:space="preserve"> knowledge required to perform the tasks outlined in the elements and performance criteria of this unit. This includes knowledge of:</w:t>
            </w:r>
          </w:p>
          <w:p w14:paraId="5E397C85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principles and practices for grooming dogs</w:t>
            </w:r>
          </w:p>
          <w:p w14:paraId="5E6ADA13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Australian National Kennel Council dog breed standards</w:t>
            </w:r>
          </w:p>
          <w:p w14:paraId="443CE9FD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conformation features of dogs</w:t>
            </w:r>
          </w:p>
          <w:p w14:paraId="6FE955A4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disinfectants, cleaning agents, cleaning techniques and cleaning equipment and materials used in a companion animal workplace</w:t>
            </w:r>
          </w:p>
          <w:p w14:paraId="65876066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dog anatomy and physiology related to grooming procedures</w:t>
            </w:r>
          </w:p>
          <w:p w14:paraId="158A1195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dog behaviour traits, signs of distress or illness</w:t>
            </w:r>
          </w:p>
          <w:p w14:paraId="6CD14383" w14:textId="5C6E4EB9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dog coat types and determin</w:t>
            </w:r>
            <w:r w:rsidR="007B5E8E">
              <w:rPr>
                <w:rFonts w:eastAsia="Calibri" w:cs="Arial"/>
              </w:rPr>
              <w:t>ing</w:t>
            </w:r>
            <w:r w:rsidRPr="00596A5C">
              <w:rPr>
                <w:rFonts w:eastAsia="Calibri" w:cs="Arial"/>
              </w:rPr>
              <w:t xml:space="preserve"> coat characteristics</w:t>
            </w:r>
          </w:p>
          <w:p w14:paraId="3317F63F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dog grooming products, techniques and services</w:t>
            </w:r>
          </w:p>
          <w:p w14:paraId="394E99E4" w14:textId="66BD0C08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industry</w:t>
            </w:r>
            <w:r w:rsidR="007B5E8E">
              <w:rPr>
                <w:rFonts w:eastAsia="Calibri" w:cs="Arial"/>
              </w:rPr>
              <w:t>-</w:t>
            </w:r>
            <w:r w:rsidRPr="00596A5C">
              <w:rPr>
                <w:rFonts w:eastAsia="Calibri" w:cs="Arial"/>
              </w:rPr>
              <w:t>recognised maintenance and restoration dog grooming techniques, procedures and equipment for a range of coat types and conditions</w:t>
            </w:r>
          </w:p>
          <w:p w14:paraId="177292DA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principles of animal ethics and welfare</w:t>
            </w:r>
          </w:p>
          <w:p w14:paraId="21787290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safe dog handling and restraint techniques and procedures</w:t>
            </w:r>
          </w:p>
          <w:p w14:paraId="24CFCF16" w14:textId="77777777" w:rsidR="00461708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comfort grooming techniques for dog breed standards and coat types</w:t>
            </w:r>
          </w:p>
          <w:p w14:paraId="5348517D" w14:textId="77777777" w:rsidR="00436FC3" w:rsidRPr="00596A5C" w:rsidRDefault="00461708" w:rsidP="00596A5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596A5C">
              <w:rPr>
                <w:rFonts w:eastAsia="Calibri" w:cs="Arial"/>
              </w:rPr>
              <w:t>standards, guidelines and approaches to environmental sustainability relevant to the animal care industry</w:t>
            </w:r>
          </w:p>
          <w:p w14:paraId="186B01BA" w14:textId="77777777" w:rsidR="00461708" w:rsidRPr="00BA0585" w:rsidRDefault="00436FC3" w:rsidP="00205CAB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00596A5C">
              <w:rPr>
                <w:rFonts w:eastAsia="Calibri" w:cs="Arial"/>
              </w:rPr>
              <w:t>zoonotic diseases and methods of prevention and control</w:t>
            </w:r>
            <w:r w:rsidR="00596A5C">
              <w:rPr>
                <w:rFonts w:eastAsia="Calibri" w:cs="Arial"/>
              </w:rPr>
              <w:t>.</w:t>
            </w:r>
          </w:p>
        </w:tc>
      </w:tr>
    </w:tbl>
    <w:p w14:paraId="6C55ABE3" w14:textId="77777777" w:rsidR="00F1480E" w:rsidRPr="00BA058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BA0585" w14:paraId="573301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B0156F" w14:textId="77777777" w:rsidR="00F1480E" w:rsidRPr="00BA0585" w:rsidRDefault="00D71E43" w:rsidP="00D71E43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Assessment Conditions</w:t>
            </w:r>
          </w:p>
        </w:tc>
      </w:tr>
      <w:tr w:rsidR="00F1480E" w:rsidRPr="00BA0585" w14:paraId="459534E2" w14:textId="77777777" w:rsidTr="00CA2922">
        <w:tc>
          <w:tcPr>
            <w:tcW w:w="5000" w:type="pct"/>
            <w:shd w:val="clear" w:color="auto" w:fill="auto"/>
          </w:tcPr>
          <w:p w14:paraId="5ACB15C7" w14:textId="34CFCFEB" w:rsidR="004A7706" w:rsidRPr="00BA0585" w:rsidRDefault="004A7706" w:rsidP="004A7706">
            <w:pPr>
              <w:pStyle w:val="SIText"/>
              <w:rPr>
                <w:rFonts w:cs="Arial"/>
              </w:rPr>
            </w:pPr>
            <w:r w:rsidRPr="00BA0585">
              <w:rPr>
                <w:rFonts w:cs="Arial"/>
              </w:rPr>
              <w:t xml:space="preserve">Assessment of </w:t>
            </w:r>
            <w:r w:rsidR="007E5913">
              <w:rPr>
                <w:rFonts w:cs="Arial"/>
              </w:rPr>
              <w:t>skills</w:t>
            </w:r>
            <w:r w:rsidRPr="00BA0585">
              <w:rPr>
                <w:rFonts w:cs="Arial"/>
              </w:rPr>
              <w:t xml:space="preserve"> must take place under the following conditions: </w:t>
            </w:r>
          </w:p>
          <w:p w14:paraId="3C0F694E" w14:textId="77777777" w:rsidR="004E6741" w:rsidRPr="000645BF" w:rsidRDefault="001D7F5B" w:rsidP="000645BF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0645BF">
              <w:rPr>
                <w:rFonts w:eastAsia="Calibri" w:cs="Arial"/>
              </w:rPr>
              <w:t>p</w:t>
            </w:r>
            <w:r w:rsidR="004E6741" w:rsidRPr="000645BF">
              <w:rPr>
                <w:rFonts w:eastAsia="Calibri" w:cs="Arial"/>
              </w:rPr>
              <w:t>hysical conditions</w:t>
            </w:r>
            <w:r w:rsidRPr="000645BF">
              <w:rPr>
                <w:rFonts w:eastAsia="Calibri" w:cs="Arial"/>
              </w:rPr>
              <w:t>:</w:t>
            </w:r>
          </w:p>
          <w:p w14:paraId="3647B266" w14:textId="77777777" w:rsidR="004E6741" w:rsidRPr="00BA0585" w:rsidRDefault="0021210E" w:rsidP="00596A5C">
            <w:pPr>
              <w:pStyle w:val="SIBulletList2"/>
              <w:rPr>
                <w:rFonts w:eastAsia="Calibri"/>
              </w:rPr>
            </w:pPr>
            <w:r w:rsidRPr="00BA0585">
              <w:t xml:space="preserve">skills must be demonstrated in </w:t>
            </w:r>
            <w:r w:rsidR="004E6741" w:rsidRPr="00BA0585">
              <w:t xml:space="preserve">a workplace setting or an environment that accurately represents </w:t>
            </w:r>
            <w:r w:rsidR="00596A5C">
              <w:t>workplace conditions</w:t>
            </w:r>
          </w:p>
          <w:p w14:paraId="7793BD75" w14:textId="77777777" w:rsidR="00233143" w:rsidRPr="00596A5C" w:rsidRDefault="00366805" w:rsidP="000645BF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0645BF">
              <w:rPr>
                <w:rFonts w:eastAsia="Calibri" w:cs="Arial"/>
              </w:rPr>
              <w:t xml:space="preserve">resources, </w:t>
            </w:r>
            <w:r w:rsidR="00F83D7C" w:rsidRPr="000645BF">
              <w:rPr>
                <w:rFonts w:eastAsia="Calibri" w:cs="Arial"/>
              </w:rPr>
              <w:t>e</w:t>
            </w:r>
            <w:r w:rsidR="009A6E6C" w:rsidRPr="000645BF">
              <w:rPr>
                <w:rFonts w:eastAsia="Calibri" w:cs="Arial"/>
              </w:rPr>
              <w:t>quipment</w:t>
            </w:r>
            <w:r w:rsidR="00F83D7C" w:rsidRPr="000645BF">
              <w:rPr>
                <w:rFonts w:eastAsia="Calibri" w:cs="Arial"/>
              </w:rPr>
              <w:t xml:space="preserve"> and materials:</w:t>
            </w:r>
          </w:p>
          <w:p w14:paraId="79D81980" w14:textId="77777777" w:rsidR="00366805" w:rsidRDefault="00366805" w:rsidP="00596A5C">
            <w:pPr>
              <w:pStyle w:val="SIBulletList2"/>
              <w:rPr>
                <w:rFonts w:eastAsia="Calibri"/>
              </w:rPr>
            </w:pPr>
            <w:r w:rsidRPr="00BA0585">
              <w:rPr>
                <w:rFonts w:eastAsia="Calibri"/>
              </w:rPr>
              <w:t xml:space="preserve">live </w:t>
            </w:r>
            <w:r w:rsidR="000645BF">
              <w:rPr>
                <w:rFonts w:eastAsia="Calibri"/>
              </w:rPr>
              <w:t>dogs</w:t>
            </w:r>
            <w:r w:rsidR="00596A5C">
              <w:rPr>
                <w:rFonts w:eastAsia="Calibri"/>
              </w:rPr>
              <w:t xml:space="preserve"> for grooming</w:t>
            </w:r>
          </w:p>
          <w:p w14:paraId="72574832" w14:textId="77777777" w:rsidR="00596A5C" w:rsidRDefault="000645BF" w:rsidP="00596A5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products and </w:t>
            </w:r>
            <w:r w:rsidR="00596A5C">
              <w:rPr>
                <w:rFonts w:eastAsia="Calibri"/>
              </w:rPr>
              <w:t>equipment for grooming dogs</w:t>
            </w:r>
          </w:p>
          <w:p w14:paraId="19799A61" w14:textId="77777777" w:rsidR="00596A5C" w:rsidRDefault="000645BF" w:rsidP="00596A5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disinfectants and cleaning agents. </w:t>
            </w:r>
          </w:p>
          <w:p w14:paraId="69244A96" w14:textId="77777777" w:rsidR="00596A5C" w:rsidRDefault="00596A5C" w:rsidP="00596A5C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 w:cs="Arial"/>
              </w:rPr>
            </w:pPr>
          </w:p>
          <w:p w14:paraId="304E440B" w14:textId="77777777" w:rsidR="00F1480E" w:rsidRPr="00BA0585" w:rsidRDefault="007134FE" w:rsidP="000645BF">
            <w:pPr>
              <w:pStyle w:val="SIText"/>
              <w:rPr>
                <w:rFonts w:eastAsia="Calibri"/>
              </w:rPr>
            </w:pPr>
            <w:r w:rsidRPr="00BA0585">
              <w:rPr>
                <w:rFonts w:cs="Arial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1AA89B" w14:textId="77777777" w:rsidR="00F1480E" w:rsidRPr="00BA058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BA0585" w14:paraId="498A8194" w14:textId="77777777" w:rsidTr="00CA2922">
        <w:tc>
          <w:tcPr>
            <w:tcW w:w="1323" w:type="pct"/>
            <w:shd w:val="clear" w:color="auto" w:fill="auto"/>
          </w:tcPr>
          <w:p w14:paraId="01C3085F" w14:textId="77777777" w:rsidR="00F1480E" w:rsidRPr="00BA0585" w:rsidRDefault="00D71E43" w:rsidP="00D71E43">
            <w:pPr>
              <w:pStyle w:val="SIHeading2"/>
              <w:rPr>
                <w:rFonts w:cs="Arial"/>
              </w:rPr>
            </w:pPr>
            <w:r w:rsidRPr="00BA0585">
              <w:rPr>
                <w:rFonts w:cs="Arial"/>
              </w:rPr>
              <w:t>Links</w:t>
            </w:r>
          </w:p>
        </w:tc>
        <w:tc>
          <w:tcPr>
            <w:tcW w:w="3677" w:type="pct"/>
            <w:shd w:val="clear" w:color="auto" w:fill="auto"/>
          </w:tcPr>
          <w:p w14:paraId="3224D19F" w14:textId="5B60C67F" w:rsidR="00F1480E" w:rsidRPr="00BA0585" w:rsidRDefault="007B5E8E" w:rsidP="0062177F">
            <w:pPr>
              <w:pStyle w:val="SIText"/>
              <w:rPr>
                <w:rFonts w:cs="Arial"/>
              </w:rPr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62177F">
              <w:rPr>
                <w:rFonts w:cs="Arial"/>
                <w:szCs w:val="20"/>
              </w:rPr>
              <w:t xml:space="preserve">: </w:t>
            </w:r>
            <w:hyperlink r:id="rId12" w:history="1">
              <w:r w:rsidR="0062177F" w:rsidRPr="000F26C3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199D9D0" w14:textId="77777777" w:rsidR="00F1480E" w:rsidRPr="00BA0585" w:rsidRDefault="00F1480E" w:rsidP="00F1480E">
      <w:pPr>
        <w:pStyle w:val="SIText"/>
        <w:rPr>
          <w:rFonts w:cs="Arial"/>
        </w:rPr>
      </w:pPr>
    </w:p>
    <w:sectPr w:rsidR="00F1480E" w:rsidRPr="00BA0585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A9663" w14:textId="77777777" w:rsidR="00047C2B" w:rsidRDefault="00047C2B" w:rsidP="00BF3F0A">
      <w:r>
        <w:separator/>
      </w:r>
    </w:p>
    <w:p w14:paraId="3F48397E" w14:textId="77777777" w:rsidR="00047C2B" w:rsidRDefault="00047C2B"/>
  </w:endnote>
  <w:endnote w:type="continuationSeparator" w:id="0">
    <w:p w14:paraId="34EC208F" w14:textId="77777777" w:rsidR="00047C2B" w:rsidRDefault="00047C2B" w:rsidP="00BF3F0A">
      <w:r>
        <w:continuationSeparator/>
      </w:r>
    </w:p>
    <w:p w14:paraId="61A9F041" w14:textId="77777777" w:rsidR="00047C2B" w:rsidRDefault="00047C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BF37E" w14:textId="5414BD71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B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08EB1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2AB21" w14:textId="77777777" w:rsidR="00047C2B" w:rsidRDefault="00047C2B" w:rsidP="00BF3F0A">
      <w:r>
        <w:separator/>
      </w:r>
    </w:p>
    <w:p w14:paraId="30BBFB9D" w14:textId="77777777" w:rsidR="00047C2B" w:rsidRDefault="00047C2B"/>
  </w:footnote>
  <w:footnote w:type="continuationSeparator" w:id="0">
    <w:p w14:paraId="2B8718D6" w14:textId="77777777" w:rsidR="00047C2B" w:rsidRDefault="00047C2B" w:rsidP="00BF3F0A">
      <w:r>
        <w:continuationSeparator/>
      </w:r>
    </w:p>
    <w:p w14:paraId="78D09F28" w14:textId="77777777" w:rsidR="00047C2B" w:rsidRDefault="00047C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A775" w14:textId="77777777" w:rsidR="009C2650" w:rsidRPr="006627D0" w:rsidRDefault="006627D0" w:rsidP="006627D0">
    <w:pPr>
      <w:pStyle w:val="Header"/>
    </w:pPr>
    <w:r>
      <w:t xml:space="preserve">ACMGRM301 </w:t>
    </w:r>
    <w:r w:rsidRPr="006627D0">
      <w:t>Perform dog grooms on different coat types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D0"/>
    <w:rsid w:val="000014B9"/>
    <w:rsid w:val="00005A15"/>
    <w:rsid w:val="00006CDA"/>
    <w:rsid w:val="0001108F"/>
    <w:rsid w:val="000115E2"/>
    <w:rsid w:val="0001296A"/>
    <w:rsid w:val="00016803"/>
    <w:rsid w:val="00023992"/>
    <w:rsid w:val="00041E59"/>
    <w:rsid w:val="00047C2B"/>
    <w:rsid w:val="000645BF"/>
    <w:rsid w:val="00064BFE"/>
    <w:rsid w:val="00070B3E"/>
    <w:rsid w:val="00071F95"/>
    <w:rsid w:val="000737BB"/>
    <w:rsid w:val="00074E47"/>
    <w:rsid w:val="00086E10"/>
    <w:rsid w:val="0009093B"/>
    <w:rsid w:val="000A5441"/>
    <w:rsid w:val="000B10D9"/>
    <w:rsid w:val="000E2C86"/>
    <w:rsid w:val="000F29F2"/>
    <w:rsid w:val="00101659"/>
    <w:rsid w:val="001069DA"/>
    <w:rsid w:val="001078BF"/>
    <w:rsid w:val="00110F67"/>
    <w:rsid w:val="00133957"/>
    <w:rsid w:val="001372F6"/>
    <w:rsid w:val="00144385"/>
    <w:rsid w:val="00151D93"/>
    <w:rsid w:val="00156EF3"/>
    <w:rsid w:val="00176E4F"/>
    <w:rsid w:val="0018546B"/>
    <w:rsid w:val="00190A2C"/>
    <w:rsid w:val="001A6A3E"/>
    <w:rsid w:val="001A7B6D"/>
    <w:rsid w:val="001B34D5"/>
    <w:rsid w:val="001B513A"/>
    <w:rsid w:val="001C0A75"/>
    <w:rsid w:val="001C1306"/>
    <w:rsid w:val="001C7886"/>
    <w:rsid w:val="001D5C1B"/>
    <w:rsid w:val="001D7F5B"/>
    <w:rsid w:val="001E16BC"/>
    <w:rsid w:val="001E16DF"/>
    <w:rsid w:val="001F2BA5"/>
    <w:rsid w:val="001F308D"/>
    <w:rsid w:val="001F540D"/>
    <w:rsid w:val="00201A7C"/>
    <w:rsid w:val="00205CAB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C55E9"/>
    <w:rsid w:val="002D0C8B"/>
    <w:rsid w:val="002D330A"/>
    <w:rsid w:val="002E193E"/>
    <w:rsid w:val="00310A6A"/>
    <w:rsid w:val="00332128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265C"/>
    <w:rsid w:val="003E72B6"/>
    <w:rsid w:val="003E7BBE"/>
    <w:rsid w:val="003F330A"/>
    <w:rsid w:val="004127E3"/>
    <w:rsid w:val="0043212E"/>
    <w:rsid w:val="00434366"/>
    <w:rsid w:val="00434ECE"/>
    <w:rsid w:val="00436FC3"/>
    <w:rsid w:val="00444423"/>
    <w:rsid w:val="00452F3E"/>
    <w:rsid w:val="00461708"/>
    <w:rsid w:val="004640AE"/>
    <w:rsid w:val="00475172"/>
    <w:rsid w:val="004758B0"/>
    <w:rsid w:val="004832D2"/>
    <w:rsid w:val="00485559"/>
    <w:rsid w:val="00492DFD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4942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3B5"/>
    <w:rsid w:val="00583902"/>
    <w:rsid w:val="00596A5C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2177F"/>
    <w:rsid w:val="0062257C"/>
    <w:rsid w:val="00633CFE"/>
    <w:rsid w:val="00634FCA"/>
    <w:rsid w:val="00643D1B"/>
    <w:rsid w:val="00645047"/>
    <w:rsid w:val="006452B8"/>
    <w:rsid w:val="00652E62"/>
    <w:rsid w:val="006627D0"/>
    <w:rsid w:val="00686A49"/>
    <w:rsid w:val="00687B62"/>
    <w:rsid w:val="00690C44"/>
    <w:rsid w:val="006969D9"/>
    <w:rsid w:val="006A2B68"/>
    <w:rsid w:val="006C2F32"/>
    <w:rsid w:val="006D4448"/>
    <w:rsid w:val="006E2C4D"/>
    <w:rsid w:val="006F1247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50844"/>
    <w:rsid w:val="0076523B"/>
    <w:rsid w:val="00771B60"/>
    <w:rsid w:val="00781D77"/>
    <w:rsid w:val="00783549"/>
    <w:rsid w:val="007850AC"/>
    <w:rsid w:val="007860B7"/>
    <w:rsid w:val="00786DC8"/>
    <w:rsid w:val="007B5E8E"/>
    <w:rsid w:val="007D5A78"/>
    <w:rsid w:val="007E3BD1"/>
    <w:rsid w:val="007E5913"/>
    <w:rsid w:val="007F1563"/>
    <w:rsid w:val="007F1EB2"/>
    <w:rsid w:val="007F44DB"/>
    <w:rsid w:val="007F5A8B"/>
    <w:rsid w:val="007F742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4A51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5475"/>
    <w:rsid w:val="00970747"/>
    <w:rsid w:val="009A5900"/>
    <w:rsid w:val="009A6E6C"/>
    <w:rsid w:val="009A6F3F"/>
    <w:rsid w:val="009B331A"/>
    <w:rsid w:val="009B68AC"/>
    <w:rsid w:val="009C2650"/>
    <w:rsid w:val="009D15E2"/>
    <w:rsid w:val="009D15FE"/>
    <w:rsid w:val="009D5D2C"/>
    <w:rsid w:val="009F0DCC"/>
    <w:rsid w:val="009F11CA"/>
    <w:rsid w:val="00A0695B"/>
    <w:rsid w:val="00A13052"/>
    <w:rsid w:val="00A20FD7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585"/>
    <w:rsid w:val="00BA1CB1"/>
    <w:rsid w:val="00BA4178"/>
    <w:rsid w:val="00BA482D"/>
    <w:rsid w:val="00BA5B8B"/>
    <w:rsid w:val="00BB23F4"/>
    <w:rsid w:val="00BC5075"/>
    <w:rsid w:val="00BC5419"/>
    <w:rsid w:val="00BD0050"/>
    <w:rsid w:val="00BD3B0F"/>
    <w:rsid w:val="00BF1D4C"/>
    <w:rsid w:val="00BF3F0A"/>
    <w:rsid w:val="00C07C6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C6CD2"/>
    <w:rsid w:val="00CD4E9D"/>
    <w:rsid w:val="00CD4F4D"/>
    <w:rsid w:val="00CE20F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313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C74AB"/>
    <w:rsid w:val="00E01B30"/>
    <w:rsid w:val="00E238E6"/>
    <w:rsid w:val="00E35064"/>
    <w:rsid w:val="00E3681D"/>
    <w:rsid w:val="00E36BAD"/>
    <w:rsid w:val="00E501F0"/>
    <w:rsid w:val="00E84DEE"/>
    <w:rsid w:val="00E91BFF"/>
    <w:rsid w:val="00E92933"/>
    <w:rsid w:val="00EB0AA4"/>
    <w:rsid w:val="00EB5C88"/>
    <w:rsid w:val="00EC0469"/>
    <w:rsid w:val="00EE5971"/>
    <w:rsid w:val="00EF01F8"/>
    <w:rsid w:val="00EF40EF"/>
    <w:rsid w:val="00F1480E"/>
    <w:rsid w:val="00F1497D"/>
    <w:rsid w:val="00F16AAC"/>
    <w:rsid w:val="00F2216F"/>
    <w:rsid w:val="00F438FC"/>
    <w:rsid w:val="00F47B7B"/>
    <w:rsid w:val="00F5616F"/>
    <w:rsid w:val="00F56827"/>
    <w:rsid w:val="00F65EF0"/>
    <w:rsid w:val="00F71651"/>
    <w:rsid w:val="00F75E24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751E1"/>
  <w15:docId w15:val="{5507AB16-7A3F-4E1D-949E-6951A125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List">
    <w:name w:val="List"/>
    <w:basedOn w:val="BodyText"/>
    <w:next w:val="BodyText"/>
    <w:rsid w:val="009B68AC"/>
    <w:pPr>
      <w:keepNext/>
      <w:keepLines/>
      <w:tabs>
        <w:tab w:val="left" w:pos="340"/>
      </w:tabs>
      <w:spacing w:before="60" w:after="60"/>
      <w:ind w:left="340" w:hanging="340"/>
      <w:contextualSpacing/>
    </w:pPr>
    <w:rPr>
      <w:rFonts w:ascii="Times New Roman" w:hAnsi="Times New Roman"/>
      <w:sz w:val="24"/>
      <w:lang w:eastAsia="en-US"/>
    </w:rPr>
  </w:style>
  <w:style w:type="character" w:customStyle="1" w:styleId="BoldandItalics">
    <w:name w:val="Bold and Italics"/>
    <w:qFormat/>
    <w:rsid w:val="009B68AC"/>
    <w:rPr>
      <w:b/>
      <w:i/>
      <w:u w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9B68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68AC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7B5E8E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mon\Desktop\New%20folder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9fc6091-93ea-4751-83db-ead5f01ee8f1">STA approval</Status>
    <Assigned_x0020_to0 xmlns="e9fc6091-93ea-4751-83db-ead5f01ee8f1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FAB683BA9D74BB6ADF443F937CF11" ma:contentTypeVersion="4" ma:contentTypeDescription="Create a new document." ma:contentTypeScope="" ma:versionID="faa68778add6402ec150d189ac4a4dad">
  <xsd:schema xmlns:xsd="http://www.w3.org/2001/XMLSchema" xmlns:xs="http://www.w3.org/2001/XMLSchema" xmlns:p="http://schemas.microsoft.com/office/2006/metadata/properties" xmlns:ns2="e9fc6091-93ea-4751-83db-ead5f01ee8f1" targetNamespace="http://schemas.microsoft.com/office/2006/metadata/properties" ma:root="true" ma:fieldsID="37ca2725885d230212ded5a16b502e0c" ns2:_="">
    <xsd:import namespace="e9fc6091-93ea-4751-83db-ead5f01ee8f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c6091-93ea-4751-83db-ead5f01ee8f1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e9fc6091-93ea-4751-83db-ead5f01ee8f1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00D6F9-74D8-40C1-BF06-4BF81AC90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c6091-93ea-4751-83db-ead5f01ee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2469D4-4C5E-4D3A-A920-65A6BA50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ACMGRM301 Perform dog grooms on different coat types</vt:lpstr>
    </vt:vector>
  </TitlesOfParts>
  <Company>AgriFood Skills Australia</Company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ACMGRM301 Perform dog grooms on different coat types</dc:title>
  <dc:creator>eamon cole-flynn</dc:creator>
  <cp:lastModifiedBy>Wayne Jones</cp:lastModifiedBy>
  <cp:revision>10</cp:revision>
  <cp:lastPrinted>2016-05-27T05:21:00Z</cp:lastPrinted>
  <dcterms:created xsi:type="dcterms:W3CDTF">2017-07-13T05:06:00Z</dcterms:created>
  <dcterms:modified xsi:type="dcterms:W3CDTF">2017-08-16T02:15:00Z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0x0101008BEFAB683BA9D74BB6ADF443F937CF11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_DocHome">
    <vt:i4>282753928</vt:i4>
  </property>
</Properties>
</file>