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C8347"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72C5638A" w14:textId="77777777" w:rsidTr="00CA2922">
        <w:trPr>
          <w:tblHeader/>
        </w:trPr>
        <w:tc>
          <w:tcPr>
            <w:tcW w:w="2689" w:type="dxa"/>
          </w:tcPr>
          <w:p w14:paraId="4534E248" w14:textId="77777777" w:rsidR="00F1480E" w:rsidRPr="00A326C2" w:rsidRDefault="00830267" w:rsidP="00CA2922">
            <w:pPr>
              <w:pStyle w:val="SIText-Bold"/>
            </w:pPr>
            <w:r w:rsidRPr="00A326C2">
              <w:t>Release</w:t>
            </w:r>
          </w:p>
        </w:tc>
        <w:tc>
          <w:tcPr>
            <w:tcW w:w="6939" w:type="dxa"/>
          </w:tcPr>
          <w:p w14:paraId="18D9B36F" w14:textId="77777777" w:rsidR="00F1480E" w:rsidRPr="00A326C2" w:rsidRDefault="00830267" w:rsidP="00CA2922">
            <w:pPr>
              <w:pStyle w:val="SIText-Bold"/>
            </w:pPr>
            <w:r w:rsidRPr="00A326C2">
              <w:t>Comments</w:t>
            </w:r>
          </w:p>
        </w:tc>
      </w:tr>
      <w:tr w:rsidR="00F1480E" w14:paraId="065365DB" w14:textId="77777777" w:rsidTr="00CA2922">
        <w:tc>
          <w:tcPr>
            <w:tcW w:w="2689" w:type="dxa"/>
          </w:tcPr>
          <w:p w14:paraId="1988AA82" w14:textId="77777777" w:rsidR="00F1480E" w:rsidRPr="00CC451E" w:rsidRDefault="00F1480E" w:rsidP="00CC451E">
            <w:pPr>
              <w:pStyle w:val="SIText"/>
            </w:pPr>
            <w:r w:rsidRPr="00CC451E">
              <w:t>Release</w:t>
            </w:r>
            <w:r w:rsidR="00640D4A">
              <w:t xml:space="preserve"> 1</w:t>
            </w:r>
          </w:p>
        </w:tc>
        <w:tc>
          <w:tcPr>
            <w:tcW w:w="6939" w:type="dxa"/>
          </w:tcPr>
          <w:p w14:paraId="2B01FCFE" w14:textId="685A0DCA" w:rsidR="00F1480E" w:rsidRPr="00CC451E" w:rsidRDefault="00F1480E" w:rsidP="00CC451E">
            <w:pPr>
              <w:pStyle w:val="SIText"/>
            </w:pPr>
            <w:r w:rsidRPr="00CC451E">
              <w:t xml:space="preserve">This version released with </w:t>
            </w:r>
            <w:r w:rsidR="00E9310C">
              <w:t xml:space="preserve">the </w:t>
            </w:r>
            <w:r w:rsidR="00640D4A">
              <w:t>ACM Animal Care and Management</w:t>
            </w:r>
            <w:r w:rsidR="00337E82" w:rsidRPr="00CC451E">
              <w:t xml:space="preserve"> Training</w:t>
            </w:r>
            <w:r w:rsidRPr="00CC451E">
              <w:t xml:space="preserve"> Package Version </w:t>
            </w:r>
            <w:r w:rsidR="00640D4A">
              <w:t>1.0</w:t>
            </w:r>
            <w:r w:rsidR="00FB45D4">
              <w:t>.</w:t>
            </w:r>
          </w:p>
        </w:tc>
      </w:tr>
    </w:tbl>
    <w:p w14:paraId="4877444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C6D84D" w14:textId="77777777" w:rsidTr="00CA2922">
        <w:trPr>
          <w:tblHeader/>
        </w:trPr>
        <w:tc>
          <w:tcPr>
            <w:tcW w:w="1396" w:type="pct"/>
            <w:shd w:val="clear" w:color="auto" w:fill="auto"/>
          </w:tcPr>
          <w:p w14:paraId="2282F05F" w14:textId="6FE179A1" w:rsidR="00F1480E" w:rsidRPr="00923720" w:rsidRDefault="00640D4A" w:rsidP="00923720">
            <w:pPr>
              <w:pStyle w:val="SIUNITCODE"/>
            </w:pPr>
            <w:r>
              <w:t>A</w:t>
            </w:r>
            <w:r w:rsidR="00E9310C">
              <w:t>C</w:t>
            </w:r>
            <w:r>
              <w:t>MGAS304</w:t>
            </w:r>
          </w:p>
        </w:tc>
        <w:tc>
          <w:tcPr>
            <w:tcW w:w="3604" w:type="pct"/>
            <w:shd w:val="clear" w:color="auto" w:fill="auto"/>
          </w:tcPr>
          <w:p w14:paraId="144C362B" w14:textId="77777777" w:rsidR="00F1480E" w:rsidRPr="00923720" w:rsidRDefault="00640D4A" w:rsidP="00923720">
            <w:pPr>
              <w:pStyle w:val="SIUnittitle"/>
            </w:pPr>
            <w:r w:rsidRPr="00640D4A">
              <w:t>Carry out simple breeding procedures</w:t>
            </w:r>
          </w:p>
        </w:tc>
      </w:tr>
      <w:tr w:rsidR="00F1480E" w:rsidRPr="00963A46" w14:paraId="730B97EE" w14:textId="77777777" w:rsidTr="00CA2922">
        <w:tc>
          <w:tcPr>
            <w:tcW w:w="1396" w:type="pct"/>
            <w:shd w:val="clear" w:color="auto" w:fill="auto"/>
          </w:tcPr>
          <w:p w14:paraId="4964E328" w14:textId="77777777" w:rsidR="00F1480E" w:rsidRPr="00FD557D" w:rsidRDefault="00FD557D" w:rsidP="00FD557D">
            <w:pPr>
              <w:pStyle w:val="SIHeading2"/>
            </w:pPr>
            <w:r w:rsidRPr="00FD557D">
              <w:t>Application</w:t>
            </w:r>
          </w:p>
          <w:p w14:paraId="3E6B3F90" w14:textId="77777777" w:rsidR="00FD557D" w:rsidRPr="00923720" w:rsidRDefault="00FD557D" w:rsidP="00FD557D">
            <w:pPr>
              <w:pStyle w:val="SIHeading2"/>
            </w:pPr>
          </w:p>
        </w:tc>
        <w:tc>
          <w:tcPr>
            <w:tcW w:w="3604" w:type="pct"/>
            <w:shd w:val="clear" w:color="auto" w:fill="auto"/>
          </w:tcPr>
          <w:p w14:paraId="33723C79" w14:textId="77777777" w:rsidR="00F1480E" w:rsidRPr="00923720" w:rsidRDefault="00F1480E" w:rsidP="00CA6B7E">
            <w:pPr>
              <w:pStyle w:val="SIText"/>
            </w:pPr>
            <w:r w:rsidRPr="00923720">
              <w:t xml:space="preserve">This unit of competency describes the skills and knowledge required to </w:t>
            </w:r>
            <w:r w:rsidR="00640D4A" w:rsidRPr="00640D4A">
              <w:t>plan mating and breeding, parturition or hatching and weaning of animals under supervision.</w:t>
            </w:r>
          </w:p>
          <w:p w14:paraId="4086BA89" w14:textId="77777777" w:rsidR="00916CD7" w:rsidRDefault="00916CD7" w:rsidP="00CA6B7E">
            <w:pPr>
              <w:pStyle w:val="SIText"/>
            </w:pPr>
          </w:p>
          <w:p w14:paraId="0BAEE5AD" w14:textId="1E35ED5F" w:rsidR="00F1480E" w:rsidRPr="00923720" w:rsidRDefault="00F1480E" w:rsidP="00CA6B7E">
            <w:pPr>
              <w:pStyle w:val="SIText"/>
            </w:pPr>
            <w:r w:rsidRPr="00923720">
              <w:t xml:space="preserve">The unit applies </w:t>
            </w:r>
            <w:r w:rsidR="00640D4A">
              <w:t xml:space="preserve">to individuals who </w:t>
            </w:r>
            <w:r w:rsidR="00640D4A" w:rsidRPr="00640D4A">
              <w:t>work under broad supervision and use discretion and judgement in the selection and use of available resources.</w:t>
            </w:r>
            <w:r w:rsidR="00AA3D58">
              <w:t xml:space="preserve"> The unit can be contextualised to be species</w:t>
            </w:r>
            <w:r w:rsidR="00E9310C">
              <w:t>-</w:t>
            </w:r>
            <w:r w:rsidR="00AA3D58">
              <w:t>specific.</w:t>
            </w:r>
          </w:p>
          <w:p w14:paraId="4FADD166" w14:textId="77777777" w:rsidR="00640D4A" w:rsidRDefault="00640D4A" w:rsidP="00CA6B7E">
            <w:pPr>
              <w:pStyle w:val="SIText"/>
            </w:pPr>
          </w:p>
          <w:p w14:paraId="73BD8787" w14:textId="77777777" w:rsidR="00F1480E" w:rsidRDefault="00FB232E" w:rsidP="00CA6B7E">
            <w:pPr>
              <w:pStyle w:val="SIText"/>
            </w:pPr>
            <w:r w:rsidRPr="00FB232E">
              <w:rPr>
                <w:color w:val="000000" w:themeColor="text1"/>
              </w:rPr>
              <w:t>No occupational licensing, legislative or certification requirements apply to this unit at the time of publication.</w:t>
            </w:r>
            <w:r w:rsidR="00640D4A">
              <w:t xml:space="preserve"> </w:t>
            </w:r>
          </w:p>
          <w:p w14:paraId="231B9FDF" w14:textId="77777777" w:rsidR="00CA6B7E" w:rsidRDefault="00CA6B7E" w:rsidP="00CA6B7E">
            <w:pPr>
              <w:pStyle w:val="SIText"/>
            </w:pPr>
          </w:p>
          <w:p w14:paraId="5A470EB2" w14:textId="6D88889B" w:rsidR="00CA6B7E" w:rsidRPr="00CA6B7E" w:rsidRDefault="00CA6B7E" w:rsidP="00CA6B7E">
            <w:pPr>
              <w:pStyle w:val="SIText"/>
              <w:rPr>
                <w:rFonts w:ascii="Calibri" w:hAnsi="Calibri"/>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68D2D59F" w14:textId="77777777" w:rsidTr="00CA2922">
        <w:tc>
          <w:tcPr>
            <w:tcW w:w="1396" w:type="pct"/>
            <w:shd w:val="clear" w:color="auto" w:fill="auto"/>
          </w:tcPr>
          <w:p w14:paraId="1ED07A6D" w14:textId="77777777" w:rsidR="00F1480E" w:rsidRPr="00923720" w:rsidRDefault="00FD557D" w:rsidP="00FD557D">
            <w:pPr>
              <w:pStyle w:val="SIHeading2"/>
            </w:pPr>
            <w:r w:rsidRPr="00923720">
              <w:t>Prerequisite Unit</w:t>
            </w:r>
          </w:p>
        </w:tc>
        <w:tc>
          <w:tcPr>
            <w:tcW w:w="3604" w:type="pct"/>
            <w:shd w:val="clear" w:color="auto" w:fill="auto"/>
          </w:tcPr>
          <w:p w14:paraId="3EF56FE7" w14:textId="77777777" w:rsidR="00F1480E" w:rsidRPr="008908DE" w:rsidRDefault="00F1480E" w:rsidP="008908DE">
            <w:pPr>
              <w:pStyle w:val="SIText"/>
            </w:pPr>
            <w:r w:rsidRPr="008908DE">
              <w:t>Nil</w:t>
            </w:r>
          </w:p>
        </w:tc>
      </w:tr>
      <w:tr w:rsidR="00F1480E" w:rsidRPr="00963A46" w14:paraId="24D22EF1" w14:textId="77777777" w:rsidTr="00CA2922">
        <w:tc>
          <w:tcPr>
            <w:tcW w:w="1396" w:type="pct"/>
            <w:shd w:val="clear" w:color="auto" w:fill="auto"/>
          </w:tcPr>
          <w:p w14:paraId="7B5A1365" w14:textId="77777777" w:rsidR="00F1480E" w:rsidRPr="00923720" w:rsidRDefault="00FD557D" w:rsidP="00FD557D">
            <w:pPr>
              <w:pStyle w:val="SIHeading2"/>
            </w:pPr>
            <w:r w:rsidRPr="00923720">
              <w:t>Unit Sector</w:t>
            </w:r>
          </w:p>
        </w:tc>
        <w:tc>
          <w:tcPr>
            <w:tcW w:w="3604" w:type="pct"/>
            <w:shd w:val="clear" w:color="auto" w:fill="auto"/>
          </w:tcPr>
          <w:p w14:paraId="49A6F357" w14:textId="77777777" w:rsidR="00F1480E" w:rsidRPr="008908DE" w:rsidRDefault="00640D4A" w:rsidP="008908DE">
            <w:pPr>
              <w:pStyle w:val="SIText"/>
            </w:pPr>
            <w:r w:rsidRPr="00640D4A">
              <w:t>General Animal Studies (GAS)</w:t>
            </w:r>
          </w:p>
        </w:tc>
      </w:tr>
    </w:tbl>
    <w:p w14:paraId="2E5FA15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EF4DE9" w14:textId="77777777" w:rsidTr="00CA2922">
        <w:trPr>
          <w:cantSplit/>
          <w:tblHeader/>
        </w:trPr>
        <w:tc>
          <w:tcPr>
            <w:tcW w:w="1396" w:type="pct"/>
            <w:tcBorders>
              <w:bottom w:val="single" w:sz="4" w:space="0" w:color="C0C0C0"/>
            </w:tcBorders>
            <w:shd w:val="clear" w:color="auto" w:fill="auto"/>
          </w:tcPr>
          <w:p w14:paraId="25BCDBD3"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5949EBFE" w14:textId="77777777" w:rsidR="00F1480E" w:rsidRPr="00923720" w:rsidRDefault="00FD557D" w:rsidP="00FD557D">
            <w:pPr>
              <w:pStyle w:val="SIHeading2"/>
            </w:pPr>
            <w:r w:rsidRPr="00923720">
              <w:t>Performance Criteria</w:t>
            </w:r>
          </w:p>
        </w:tc>
      </w:tr>
      <w:tr w:rsidR="00F1480E" w:rsidRPr="00963A46" w14:paraId="4CF35E25" w14:textId="77777777" w:rsidTr="00CA2922">
        <w:trPr>
          <w:cantSplit/>
          <w:tblHeader/>
        </w:trPr>
        <w:tc>
          <w:tcPr>
            <w:tcW w:w="1396" w:type="pct"/>
            <w:tcBorders>
              <w:top w:val="single" w:sz="4" w:space="0" w:color="C0C0C0"/>
            </w:tcBorders>
            <w:shd w:val="clear" w:color="auto" w:fill="auto"/>
          </w:tcPr>
          <w:p w14:paraId="0E8CA6EF"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ECD6A5"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640D4A" w:rsidRPr="00963A46" w14:paraId="3B0B1DFA" w14:textId="77777777" w:rsidTr="00CA2922">
        <w:trPr>
          <w:cantSplit/>
        </w:trPr>
        <w:tc>
          <w:tcPr>
            <w:tcW w:w="1396" w:type="pct"/>
            <w:shd w:val="clear" w:color="auto" w:fill="auto"/>
          </w:tcPr>
          <w:p w14:paraId="2F6F81FE" w14:textId="4012102A" w:rsidR="00640D4A" w:rsidRPr="00E9310C" w:rsidRDefault="007F6248" w:rsidP="007F6248">
            <w:pPr>
              <w:rPr>
                <w:rFonts w:cs="Arial"/>
                <w:sz w:val="20"/>
                <w:szCs w:val="20"/>
              </w:rPr>
            </w:pPr>
            <w:r w:rsidRPr="00E9310C">
              <w:rPr>
                <w:rFonts w:cs="Arial"/>
                <w:sz w:val="20"/>
                <w:szCs w:val="20"/>
              </w:rPr>
              <w:t>1.</w:t>
            </w:r>
            <w:r w:rsidR="00E9310C" w:rsidRPr="00E9310C">
              <w:rPr>
                <w:rFonts w:cs="Arial"/>
                <w:sz w:val="20"/>
                <w:szCs w:val="20"/>
              </w:rPr>
              <w:t xml:space="preserve"> </w:t>
            </w:r>
            <w:r w:rsidR="00640D4A" w:rsidRPr="00E9310C">
              <w:rPr>
                <w:rStyle w:val="SITextChar"/>
                <w:rFonts w:cs="Arial"/>
                <w:szCs w:val="20"/>
              </w:rPr>
              <w:t>Select animals for breeding</w:t>
            </w:r>
          </w:p>
        </w:tc>
        <w:tc>
          <w:tcPr>
            <w:tcW w:w="3604" w:type="pct"/>
            <w:shd w:val="clear" w:color="auto" w:fill="auto"/>
          </w:tcPr>
          <w:p w14:paraId="63DAAADD" w14:textId="77777777" w:rsidR="00640D4A" w:rsidRDefault="00640D4A" w:rsidP="007F6248">
            <w:pPr>
              <w:pStyle w:val="SIText"/>
            </w:pPr>
            <w:r>
              <w:t>1.1 Identify the basic principles of genetics related to breeding program requirements</w:t>
            </w:r>
          </w:p>
          <w:p w14:paraId="56D9C5F6" w14:textId="77777777" w:rsidR="00640D4A" w:rsidRDefault="00640D4A" w:rsidP="007F6248">
            <w:pPr>
              <w:pStyle w:val="SIText"/>
            </w:pPr>
            <w:r>
              <w:t>1.2 Identify breeding program requirements and clarify with supervisor</w:t>
            </w:r>
          </w:p>
          <w:p w14:paraId="7B8C5ADC" w14:textId="3DE68816" w:rsidR="00640D4A" w:rsidRDefault="00640D4A" w:rsidP="007F6248">
            <w:pPr>
              <w:pStyle w:val="SIText"/>
            </w:pPr>
            <w:r>
              <w:t>1.3 Select animals for mating</w:t>
            </w:r>
            <w:r w:rsidR="00CB3C8A">
              <w:t xml:space="preserve"> </w:t>
            </w:r>
            <w:r w:rsidR="00CB3C8A">
              <w:t>according to the breeding p</w:t>
            </w:r>
            <w:r w:rsidR="00CB3C8A" w:rsidRPr="007B75E8">
              <w:t>rogram</w:t>
            </w:r>
          </w:p>
          <w:p w14:paraId="5286AAB9" w14:textId="77777777" w:rsidR="00640D4A" w:rsidRDefault="00640D4A" w:rsidP="007F6248">
            <w:pPr>
              <w:pStyle w:val="SIText"/>
            </w:pPr>
            <w:r>
              <w:t>1.4 Schedule examinations and tests, as required, to confirm suitability of selected animals with breeding program</w:t>
            </w:r>
          </w:p>
          <w:p w14:paraId="13505E57" w14:textId="77777777" w:rsidR="00640D4A" w:rsidRDefault="00640D4A" w:rsidP="007F6248">
            <w:pPr>
              <w:pStyle w:val="SIText"/>
            </w:pPr>
            <w:r>
              <w:t>1.5 Monitor individual animals to determine the current stage of their reproductive cycle</w:t>
            </w:r>
          </w:p>
          <w:p w14:paraId="0D3FEF00" w14:textId="11D311B0" w:rsidR="00640D4A" w:rsidRPr="007920E4" w:rsidRDefault="00640D4A" w:rsidP="007F6248">
            <w:pPr>
              <w:pStyle w:val="SIText"/>
            </w:pPr>
            <w:r>
              <w:t xml:space="preserve">1.6 </w:t>
            </w:r>
            <w:r w:rsidRPr="00B734AE">
              <w:t>Identif</w:t>
            </w:r>
            <w:r>
              <w:t xml:space="preserve">y </w:t>
            </w:r>
            <w:r w:rsidR="00CA6B7E">
              <w:t>WHS</w:t>
            </w:r>
            <w:r>
              <w:t xml:space="preserve"> hazards</w:t>
            </w:r>
            <w:r w:rsidRPr="00B734AE">
              <w:t xml:space="preserve"> associated with working with animals, assess the risks and implement control measures in case of emergency</w:t>
            </w:r>
          </w:p>
          <w:p w14:paraId="68C079BC" w14:textId="77777777" w:rsidR="00640D4A" w:rsidRPr="00963A46" w:rsidRDefault="007F6248" w:rsidP="007F6248">
            <w:pPr>
              <w:pStyle w:val="SIText"/>
            </w:pPr>
            <w:r>
              <w:t xml:space="preserve">1.7 </w:t>
            </w:r>
            <w:r w:rsidR="00640D4A" w:rsidRPr="00B734AE">
              <w:t>Select and use appropriate personal protective equipment</w:t>
            </w:r>
          </w:p>
        </w:tc>
      </w:tr>
      <w:tr w:rsidR="00640D4A" w:rsidRPr="00963A46" w14:paraId="49D2067C" w14:textId="77777777" w:rsidTr="00CA2922">
        <w:trPr>
          <w:cantSplit/>
        </w:trPr>
        <w:tc>
          <w:tcPr>
            <w:tcW w:w="1396" w:type="pct"/>
            <w:shd w:val="clear" w:color="auto" w:fill="auto"/>
          </w:tcPr>
          <w:p w14:paraId="3489E340" w14:textId="77777777" w:rsidR="00640D4A" w:rsidRPr="007F6248" w:rsidRDefault="00640D4A" w:rsidP="007F6248">
            <w:pPr>
              <w:pStyle w:val="SIText"/>
            </w:pPr>
            <w:r w:rsidRPr="007F6248">
              <w:t>2. Implement breeding procedures</w:t>
            </w:r>
          </w:p>
        </w:tc>
        <w:tc>
          <w:tcPr>
            <w:tcW w:w="3604" w:type="pct"/>
            <w:shd w:val="clear" w:color="auto" w:fill="auto"/>
          </w:tcPr>
          <w:p w14:paraId="28DFE984" w14:textId="77777777" w:rsidR="00640D4A" w:rsidRPr="007F6248" w:rsidRDefault="00640D4A" w:rsidP="007F6248">
            <w:pPr>
              <w:pStyle w:val="SIText"/>
            </w:pPr>
            <w:r w:rsidRPr="007F6248">
              <w:t>2.1 Place animals selected for mating in an appropriate environment</w:t>
            </w:r>
          </w:p>
          <w:p w14:paraId="310E2992" w14:textId="1124C778" w:rsidR="00640D4A" w:rsidRPr="007F6248" w:rsidRDefault="00640D4A" w:rsidP="007F6248">
            <w:pPr>
              <w:pStyle w:val="SIText"/>
            </w:pPr>
            <w:r w:rsidRPr="007F6248">
              <w:t xml:space="preserve">2.2 Apply appropriate breeding systems </w:t>
            </w:r>
            <w:r w:rsidR="00A63C98">
              <w:t xml:space="preserve">according to </w:t>
            </w:r>
            <w:r w:rsidR="00A63C98" w:rsidRPr="00A63C98">
              <w:t>the breeding program</w:t>
            </w:r>
          </w:p>
          <w:p w14:paraId="075D9DDC" w14:textId="11F56579" w:rsidR="00640D4A" w:rsidRPr="007F6248" w:rsidRDefault="00640D4A" w:rsidP="007F6248">
            <w:pPr>
              <w:pStyle w:val="SIText"/>
            </w:pPr>
            <w:r w:rsidRPr="007F6248">
              <w:t xml:space="preserve">2.3 Apply appropriate mating methods </w:t>
            </w:r>
            <w:r w:rsidR="00CB3C8A" w:rsidRPr="00CB3C8A">
              <w:t>according to the breeding program</w:t>
            </w:r>
          </w:p>
          <w:p w14:paraId="2D7DAFE7" w14:textId="77777777" w:rsidR="00640D4A" w:rsidRPr="007F6248" w:rsidRDefault="00640D4A" w:rsidP="007F6248">
            <w:pPr>
              <w:pStyle w:val="SIText"/>
            </w:pPr>
            <w:r w:rsidRPr="007F6248">
              <w:t>2.4 Monitor animals during and after the mating period to determine success of mating</w:t>
            </w:r>
          </w:p>
        </w:tc>
      </w:tr>
      <w:tr w:rsidR="00640D4A" w:rsidRPr="00963A46" w14:paraId="67CD7CF0" w14:textId="77777777" w:rsidTr="00CA2922">
        <w:trPr>
          <w:cantSplit/>
        </w:trPr>
        <w:tc>
          <w:tcPr>
            <w:tcW w:w="1396" w:type="pct"/>
            <w:shd w:val="clear" w:color="auto" w:fill="auto"/>
          </w:tcPr>
          <w:p w14:paraId="194FAD86" w14:textId="77777777" w:rsidR="00640D4A" w:rsidRPr="007F6248" w:rsidRDefault="00640D4A" w:rsidP="007F6248">
            <w:pPr>
              <w:pStyle w:val="SIText"/>
            </w:pPr>
            <w:r w:rsidRPr="007F6248">
              <w:t>3. Monitor post-mating progress</w:t>
            </w:r>
          </w:p>
        </w:tc>
        <w:tc>
          <w:tcPr>
            <w:tcW w:w="3604" w:type="pct"/>
            <w:shd w:val="clear" w:color="auto" w:fill="auto"/>
          </w:tcPr>
          <w:p w14:paraId="20C0A56E" w14:textId="77777777" w:rsidR="00640D4A" w:rsidRPr="007F6248" w:rsidRDefault="00640D4A" w:rsidP="007F6248">
            <w:pPr>
              <w:pStyle w:val="SIText"/>
            </w:pPr>
            <w:r w:rsidRPr="007F6248">
              <w:t>3.1 Observe and document changes in behaviour and condition, where appropriate, in breeding females to determine possible pregnancy</w:t>
            </w:r>
          </w:p>
          <w:p w14:paraId="199725D6" w14:textId="77777777" w:rsidR="00640D4A" w:rsidRPr="007F6248" w:rsidRDefault="00640D4A" w:rsidP="007F6248">
            <w:pPr>
              <w:pStyle w:val="SIText"/>
            </w:pPr>
            <w:r w:rsidRPr="007F6248">
              <w:t>3.2 Schedule examinations and tests, if appropriate, to determine pregnancy</w:t>
            </w:r>
          </w:p>
          <w:p w14:paraId="5693310C" w14:textId="77777777" w:rsidR="00640D4A" w:rsidRPr="007F6248" w:rsidRDefault="007F6248" w:rsidP="007F6248">
            <w:pPr>
              <w:pStyle w:val="SIText"/>
            </w:pPr>
            <w:r>
              <w:t xml:space="preserve">3.3 </w:t>
            </w:r>
            <w:r w:rsidR="00640D4A" w:rsidRPr="007F6248">
              <w:t>Estimate and document hatching or parturition dates</w:t>
            </w:r>
          </w:p>
        </w:tc>
      </w:tr>
      <w:tr w:rsidR="00640D4A" w:rsidRPr="00963A46" w14:paraId="2D65CE00" w14:textId="77777777" w:rsidTr="00CA2922">
        <w:trPr>
          <w:cantSplit/>
        </w:trPr>
        <w:tc>
          <w:tcPr>
            <w:tcW w:w="1396" w:type="pct"/>
            <w:shd w:val="clear" w:color="auto" w:fill="auto"/>
          </w:tcPr>
          <w:p w14:paraId="513EEC63" w14:textId="77777777" w:rsidR="00640D4A" w:rsidRPr="007F6248" w:rsidRDefault="00640D4A" w:rsidP="007F6248">
            <w:pPr>
              <w:pStyle w:val="SIText"/>
            </w:pPr>
            <w:r w:rsidRPr="007F6248">
              <w:t xml:space="preserve">4. </w:t>
            </w:r>
            <w:r w:rsidR="00E03124" w:rsidRPr="007F6248">
              <w:t xml:space="preserve">Prepare for and assist </w:t>
            </w:r>
            <w:r w:rsidRPr="007F6248">
              <w:t>with birth or hatching</w:t>
            </w:r>
          </w:p>
        </w:tc>
        <w:tc>
          <w:tcPr>
            <w:tcW w:w="3604" w:type="pct"/>
            <w:shd w:val="clear" w:color="auto" w:fill="auto"/>
          </w:tcPr>
          <w:p w14:paraId="75FF6CB3" w14:textId="2CB1610A" w:rsidR="00640D4A" w:rsidRPr="007F6248" w:rsidRDefault="00640D4A" w:rsidP="007F6248">
            <w:pPr>
              <w:pStyle w:val="SIText"/>
            </w:pPr>
            <w:r w:rsidRPr="007F6248">
              <w:t>4.1</w:t>
            </w:r>
            <w:r w:rsidR="00E9310C">
              <w:t xml:space="preserve"> </w:t>
            </w:r>
            <w:r w:rsidRPr="007F6248">
              <w:t>Provide a suitable environment to assist with the birth or hatching</w:t>
            </w:r>
          </w:p>
          <w:p w14:paraId="62FA0DF4" w14:textId="77777777" w:rsidR="00640D4A" w:rsidRPr="007F6248" w:rsidRDefault="00640D4A" w:rsidP="007F6248">
            <w:pPr>
              <w:pStyle w:val="SIText"/>
            </w:pPr>
            <w:r w:rsidRPr="007F6248">
              <w:t>4.2 Identify signs of hatching or parturition and report potential problems to supervisor</w:t>
            </w:r>
          </w:p>
          <w:p w14:paraId="2DF63E75" w14:textId="77777777" w:rsidR="00640D4A" w:rsidRPr="007F6248" w:rsidRDefault="00640D4A" w:rsidP="007F6248">
            <w:pPr>
              <w:pStyle w:val="SIText"/>
            </w:pPr>
            <w:r w:rsidRPr="007F6248">
              <w:t>4.3 Provide appropriate monitoring to ensure the safe birth or hatching of young animals</w:t>
            </w:r>
          </w:p>
          <w:p w14:paraId="5AC6C8CC" w14:textId="77777777" w:rsidR="00640D4A" w:rsidRPr="007F6248" w:rsidRDefault="00640D4A" w:rsidP="007F6248">
            <w:pPr>
              <w:pStyle w:val="SIText"/>
            </w:pPr>
            <w:r w:rsidRPr="007F6248">
              <w:t>4.4 Identify sex and measure offspring and document results</w:t>
            </w:r>
          </w:p>
          <w:p w14:paraId="17122017" w14:textId="2BE48CBC" w:rsidR="00640D4A" w:rsidRPr="007F6248" w:rsidRDefault="00640D4A" w:rsidP="007F6248">
            <w:pPr>
              <w:pStyle w:val="SIText"/>
            </w:pPr>
            <w:r w:rsidRPr="007F6248">
              <w:t>4.5 Monitor mother and offspring to ensure appropriate bonding, feeding and activity behaviours</w:t>
            </w:r>
            <w:r w:rsidR="00E9310C">
              <w:t>,</w:t>
            </w:r>
            <w:r w:rsidRPr="007F6248">
              <w:t xml:space="preserve"> and report problems to supervisor</w:t>
            </w:r>
          </w:p>
        </w:tc>
      </w:tr>
      <w:tr w:rsidR="00640D4A" w:rsidRPr="00963A46" w14:paraId="7882C37F" w14:textId="77777777" w:rsidTr="00CA2922">
        <w:trPr>
          <w:cantSplit/>
        </w:trPr>
        <w:tc>
          <w:tcPr>
            <w:tcW w:w="1396" w:type="pct"/>
            <w:shd w:val="clear" w:color="auto" w:fill="auto"/>
          </w:tcPr>
          <w:p w14:paraId="359C9FF5" w14:textId="77777777" w:rsidR="00640D4A" w:rsidRPr="007F6248" w:rsidRDefault="00640D4A" w:rsidP="007F6248">
            <w:pPr>
              <w:pStyle w:val="SIText"/>
            </w:pPr>
            <w:r w:rsidRPr="007F6248">
              <w:lastRenderedPageBreak/>
              <w:t>5. Wean animals</w:t>
            </w:r>
          </w:p>
        </w:tc>
        <w:tc>
          <w:tcPr>
            <w:tcW w:w="3604" w:type="pct"/>
            <w:shd w:val="clear" w:color="auto" w:fill="auto"/>
          </w:tcPr>
          <w:p w14:paraId="54B13832" w14:textId="01BF5A1D" w:rsidR="00640D4A" w:rsidRPr="007F6248" w:rsidRDefault="00640D4A" w:rsidP="007F6248">
            <w:pPr>
              <w:pStyle w:val="SIText"/>
            </w:pPr>
            <w:r w:rsidRPr="007F6248">
              <w:t>5.1 Modify offspring diets in preparation for weaning</w:t>
            </w:r>
            <w:r w:rsidR="007B75E8">
              <w:t xml:space="preserve"> </w:t>
            </w:r>
          </w:p>
          <w:p w14:paraId="2DC5A6DD" w14:textId="77777777" w:rsidR="00640D4A" w:rsidRPr="007F6248" w:rsidRDefault="00640D4A" w:rsidP="007F6248">
            <w:pPr>
              <w:pStyle w:val="SIText"/>
            </w:pPr>
            <w:r w:rsidRPr="007F6248">
              <w:t>5.2 Schedule vaccinations, other medications and permanent identification protocols as required</w:t>
            </w:r>
          </w:p>
          <w:p w14:paraId="129F37D1" w14:textId="0DB95360" w:rsidR="00640D4A" w:rsidRPr="007F6248" w:rsidRDefault="00640D4A" w:rsidP="007F6248">
            <w:pPr>
              <w:pStyle w:val="SIText"/>
            </w:pPr>
            <w:r w:rsidRPr="007F6248">
              <w:t xml:space="preserve">5.3 Select </w:t>
            </w:r>
            <w:r w:rsidR="007B75E8">
              <w:t xml:space="preserve">and </w:t>
            </w:r>
            <w:bookmarkStart w:id="0" w:name="_GoBack"/>
            <w:bookmarkEnd w:id="0"/>
            <w:r w:rsidR="007B75E8">
              <w:t xml:space="preserve">implement </w:t>
            </w:r>
            <w:r w:rsidRPr="007F6248">
              <w:t xml:space="preserve">suitable weaning process </w:t>
            </w:r>
            <w:r w:rsidR="007B75E8">
              <w:t xml:space="preserve">according to </w:t>
            </w:r>
            <w:r w:rsidR="007B75E8" w:rsidRPr="007B75E8">
              <w:t>workplace protocols</w:t>
            </w:r>
          </w:p>
          <w:p w14:paraId="54CAFD65" w14:textId="2A193855" w:rsidR="007B75E8" w:rsidRDefault="00640D4A" w:rsidP="007B75E8">
            <w:pPr>
              <w:pStyle w:val="SIText"/>
            </w:pPr>
            <w:r w:rsidRPr="007F6248">
              <w:t xml:space="preserve">5.4 Carry out post-weaning management </w:t>
            </w:r>
            <w:r w:rsidR="007B75E8">
              <w:t xml:space="preserve">according to </w:t>
            </w:r>
            <w:r w:rsidR="007B75E8">
              <w:t xml:space="preserve">the breeding </w:t>
            </w:r>
            <w:r w:rsidR="007B75E8">
              <w:t>p</w:t>
            </w:r>
            <w:r w:rsidR="007B75E8" w:rsidRPr="007B75E8">
              <w:t>rogram</w:t>
            </w:r>
            <w:r w:rsidR="007B75E8">
              <w:t xml:space="preserve"> </w:t>
            </w:r>
          </w:p>
          <w:p w14:paraId="36FF3AE2" w14:textId="0FA8AB94" w:rsidR="00640D4A" w:rsidRPr="007F6248" w:rsidRDefault="00640D4A" w:rsidP="007B75E8">
            <w:pPr>
              <w:pStyle w:val="SIText"/>
            </w:pPr>
            <w:r w:rsidRPr="007F6248">
              <w:t>5.5 Update breeding records</w:t>
            </w:r>
            <w:r w:rsidR="007B75E8">
              <w:t xml:space="preserve"> </w:t>
            </w:r>
          </w:p>
        </w:tc>
      </w:tr>
    </w:tbl>
    <w:p w14:paraId="1DD522A2"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B052054" w14:textId="77777777" w:rsidTr="00CA2922">
        <w:trPr>
          <w:tblHeader/>
        </w:trPr>
        <w:tc>
          <w:tcPr>
            <w:tcW w:w="5000" w:type="pct"/>
            <w:gridSpan w:val="2"/>
          </w:tcPr>
          <w:p w14:paraId="149E72D3" w14:textId="77777777" w:rsidR="00F1480E" w:rsidRPr="00041E59" w:rsidRDefault="00FD557D" w:rsidP="00FD557D">
            <w:pPr>
              <w:pStyle w:val="SIHeading2"/>
            </w:pPr>
            <w:r w:rsidRPr="00041E59">
              <w:t>Foundation Skills</w:t>
            </w:r>
          </w:p>
          <w:p w14:paraId="1DA7D78E"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8A15B0" w14:textId="77777777" w:rsidTr="00CA2922">
        <w:trPr>
          <w:tblHeader/>
        </w:trPr>
        <w:tc>
          <w:tcPr>
            <w:tcW w:w="1396" w:type="pct"/>
          </w:tcPr>
          <w:p w14:paraId="1EB603C5"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7BB5A75"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35AA04F8" w14:textId="77777777" w:rsidTr="00CA2922">
        <w:tc>
          <w:tcPr>
            <w:tcW w:w="1396" w:type="pct"/>
          </w:tcPr>
          <w:p w14:paraId="416F0350" w14:textId="77777777" w:rsidR="00F1480E" w:rsidRPr="00923720" w:rsidRDefault="00AA3D58" w:rsidP="00923720">
            <w:pPr>
              <w:pStyle w:val="SIText"/>
            </w:pPr>
            <w:r>
              <w:t>Reading</w:t>
            </w:r>
          </w:p>
        </w:tc>
        <w:tc>
          <w:tcPr>
            <w:tcW w:w="3604" w:type="pct"/>
          </w:tcPr>
          <w:p w14:paraId="5ADEF000" w14:textId="6B9E6FC6" w:rsidR="00F1480E" w:rsidRPr="00336FCA" w:rsidRDefault="00FB6A6D" w:rsidP="009A6F3F">
            <w:pPr>
              <w:pStyle w:val="SIBulletList1"/>
            </w:pPr>
            <w:r>
              <w:rPr>
                <w:rFonts w:eastAsia="Calibri"/>
              </w:rPr>
              <w:t>Seek</w:t>
            </w:r>
            <w:r w:rsidR="00AA3D58">
              <w:rPr>
                <w:rFonts w:eastAsia="Calibri"/>
              </w:rPr>
              <w:t xml:space="preserve"> information from written material about breeding systems and mating methods to apply to own work</w:t>
            </w:r>
          </w:p>
        </w:tc>
      </w:tr>
      <w:tr w:rsidR="00F1480E" w:rsidRPr="00336FCA" w:rsidDel="00423CB2" w14:paraId="79A5293D" w14:textId="77777777" w:rsidTr="00CA2922">
        <w:tc>
          <w:tcPr>
            <w:tcW w:w="1396" w:type="pct"/>
          </w:tcPr>
          <w:p w14:paraId="568D772F" w14:textId="77777777" w:rsidR="00F1480E" w:rsidRPr="00923720" w:rsidRDefault="00AA3D58" w:rsidP="00923720">
            <w:pPr>
              <w:pStyle w:val="SIText"/>
            </w:pPr>
            <w:r>
              <w:t>Writing</w:t>
            </w:r>
          </w:p>
        </w:tc>
        <w:tc>
          <w:tcPr>
            <w:tcW w:w="3604" w:type="pct"/>
          </w:tcPr>
          <w:p w14:paraId="0C221ECB" w14:textId="6F62DC10" w:rsidR="00F1480E" w:rsidRDefault="00FB6A6D" w:rsidP="00CA2922">
            <w:pPr>
              <w:pStyle w:val="SIBulletList1"/>
              <w:rPr>
                <w:rFonts w:eastAsia="Calibri"/>
              </w:rPr>
            </w:pPr>
            <w:r>
              <w:rPr>
                <w:rFonts w:eastAsia="Calibri"/>
              </w:rPr>
              <w:t>Keep</w:t>
            </w:r>
            <w:r w:rsidR="00AA3D58">
              <w:rPr>
                <w:rFonts w:eastAsia="Calibri"/>
              </w:rPr>
              <w:t xml:space="preserve"> accurate records of schedules for vaccinations, other medications and requirements for permanent identification markers</w:t>
            </w:r>
          </w:p>
          <w:p w14:paraId="1404079F" w14:textId="7F231081" w:rsidR="00F1480E" w:rsidRPr="003C13AE" w:rsidRDefault="00FB6A6D" w:rsidP="00CA2922">
            <w:pPr>
              <w:pStyle w:val="SIBulletList1"/>
              <w:rPr>
                <w:rFonts w:eastAsia="Calibri"/>
              </w:rPr>
            </w:pPr>
            <w:r>
              <w:rPr>
                <w:rFonts w:eastAsia="Calibri"/>
              </w:rPr>
              <w:t>Use</w:t>
            </w:r>
            <w:r w:rsidR="00AA3D58">
              <w:rPr>
                <w:rFonts w:eastAsia="Calibri"/>
              </w:rPr>
              <w:t xml:space="preserve"> industry specific terminology to document and update breeding records</w:t>
            </w:r>
          </w:p>
        </w:tc>
      </w:tr>
      <w:tr w:rsidR="00F1480E" w:rsidRPr="00336FCA" w:rsidDel="00423CB2" w14:paraId="05744CEA" w14:textId="77777777" w:rsidTr="00CA2922">
        <w:tc>
          <w:tcPr>
            <w:tcW w:w="1396" w:type="pct"/>
          </w:tcPr>
          <w:p w14:paraId="502BF821" w14:textId="77777777" w:rsidR="00F1480E" w:rsidRPr="00923720" w:rsidRDefault="00AA3D58" w:rsidP="00923720">
            <w:pPr>
              <w:pStyle w:val="SIText"/>
            </w:pPr>
            <w:r>
              <w:t>Numeracy</w:t>
            </w:r>
          </w:p>
        </w:tc>
        <w:tc>
          <w:tcPr>
            <w:tcW w:w="3604" w:type="pct"/>
          </w:tcPr>
          <w:p w14:paraId="41DAE447" w14:textId="1002F09B" w:rsidR="00F1480E" w:rsidRPr="00AA3D58" w:rsidRDefault="00FB6A6D" w:rsidP="00AA3D58">
            <w:pPr>
              <w:pStyle w:val="SIBulletList1"/>
              <w:rPr>
                <w:rFonts w:eastAsia="Calibri"/>
              </w:rPr>
            </w:pPr>
            <w:r>
              <w:rPr>
                <w:rFonts w:eastAsia="Calibri"/>
              </w:rPr>
              <w:t>Compare</w:t>
            </w:r>
            <w:r w:rsidR="00AA3D58">
              <w:rPr>
                <w:rFonts w:eastAsia="Calibri"/>
              </w:rPr>
              <w:t xml:space="preserve"> information and data within written texts</w:t>
            </w:r>
            <w:r w:rsidR="00E9310C">
              <w:rPr>
                <w:rFonts w:eastAsia="Calibri"/>
              </w:rPr>
              <w:t>,</w:t>
            </w:r>
            <w:r w:rsidR="00AA3D58">
              <w:rPr>
                <w:rFonts w:eastAsia="Calibri"/>
              </w:rPr>
              <w:t xml:space="preserve"> including weights and other measurements </w:t>
            </w:r>
          </w:p>
        </w:tc>
      </w:tr>
      <w:tr w:rsidR="00FB45D4" w:rsidRPr="00336FCA" w:rsidDel="00423CB2" w14:paraId="01B27DE1" w14:textId="77777777" w:rsidTr="00CA2922">
        <w:tc>
          <w:tcPr>
            <w:tcW w:w="1396" w:type="pct"/>
          </w:tcPr>
          <w:p w14:paraId="19E7FC2F" w14:textId="5B990EC1" w:rsidR="00FB45D4" w:rsidRDefault="00FB45D4" w:rsidP="00923720">
            <w:pPr>
              <w:pStyle w:val="SIText"/>
            </w:pPr>
            <w:r>
              <w:t>Get the work done</w:t>
            </w:r>
          </w:p>
        </w:tc>
        <w:tc>
          <w:tcPr>
            <w:tcW w:w="3604" w:type="pct"/>
          </w:tcPr>
          <w:p w14:paraId="73C257E2" w14:textId="254CA375" w:rsidR="00FB45D4" w:rsidRDefault="00FB45D4" w:rsidP="00AA3D58">
            <w:pPr>
              <w:pStyle w:val="SIBulletList1"/>
              <w:rPr>
                <w:rFonts w:eastAsia="Calibri"/>
              </w:rPr>
            </w:pPr>
            <w:r>
              <w:rPr>
                <w:rFonts w:eastAsia="Calibri"/>
              </w:rPr>
              <w:t>Identify and prioritise tasks and carry out routine problem solving when tasks do not go to plan</w:t>
            </w:r>
          </w:p>
        </w:tc>
      </w:tr>
    </w:tbl>
    <w:p w14:paraId="59B76DAB"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2F2E8C0" w14:textId="77777777" w:rsidTr="00CA2922">
        <w:trPr>
          <w:tblHeader/>
        </w:trPr>
        <w:tc>
          <w:tcPr>
            <w:tcW w:w="5000" w:type="pct"/>
            <w:gridSpan w:val="4"/>
          </w:tcPr>
          <w:p w14:paraId="74CE21C8" w14:textId="77777777" w:rsidR="00F1480E" w:rsidRPr="00923720" w:rsidRDefault="00FD557D" w:rsidP="00FD557D">
            <w:pPr>
              <w:pStyle w:val="SIHeading2"/>
            </w:pPr>
            <w:r w:rsidRPr="00923720">
              <w:t>Unit Mapping Information</w:t>
            </w:r>
          </w:p>
        </w:tc>
      </w:tr>
      <w:tr w:rsidR="00F1480E" w14:paraId="1E7A44EC" w14:textId="77777777" w:rsidTr="00FD557D">
        <w:trPr>
          <w:tblHeader/>
        </w:trPr>
        <w:tc>
          <w:tcPr>
            <w:tcW w:w="1028" w:type="pct"/>
          </w:tcPr>
          <w:p w14:paraId="5BD7C139" w14:textId="77777777" w:rsidR="00F1480E" w:rsidRPr="00923720" w:rsidRDefault="00F1480E" w:rsidP="00923720">
            <w:pPr>
              <w:pStyle w:val="SIText-Bold"/>
            </w:pPr>
            <w:r w:rsidRPr="00923720">
              <w:t>Code and title current version</w:t>
            </w:r>
          </w:p>
        </w:tc>
        <w:tc>
          <w:tcPr>
            <w:tcW w:w="1105" w:type="pct"/>
          </w:tcPr>
          <w:p w14:paraId="7F1C9FBD" w14:textId="77777777" w:rsidR="00F1480E" w:rsidRPr="00923720" w:rsidRDefault="00F1480E" w:rsidP="00923720">
            <w:pPr>
              <w:pStyle w:val="SIText-Bold"/>
            </w:pPr>
            <w:r w:rsidRPr="00923720">
              <w:t>Code and title previous version</w:t>
            </w:r>
          </w:p>
        </w:tc>
        <w:tc>
          <w:tcPr>
            <w:tcW w:w="1251" w:type="pct"/>
          </w:tcPr>
          <w:p w14:paraId="0829156B" w14:textId="77777777" w:rsidR="00F1480E" w:rsidRPr="00923720" w:rsidRDefault="00F1480E" w:rsidP="00923720">
            <w:pPr>
              <w:pStyle w:val="SIText-Bold"/>
            </w:pPr>
            <w:r w:rsidRPr="00923720">
              <w:t>Comments</w:t>
            </w:r>
          </w:p>
        </w:tc>
        <w:tc>
          <w:tcPr>
            <w:tcW w:w="1616" w:type="pct"/>
          </w:tcPr>
          <w:p w14:paraId="2B2751CF" w14:textId="77777777" w:rsidR="00F1480E" w:rsidRPr="00923720" w:rsidRDefault="00F1480E" w:rsidP="00923720">
            <w:pPr>
              <w:pStyle w:val="SIText-Bold"/>
            </w:pPr>
            <w:r w:rsidRPr="00923720">
              <w:t>Equivalence status</w:t>
            </w:r>
          </w:p>
        </w:tc>
      </w:tr>
      <w:tr w:rsidR="00041E59" w14:paraId="3F44DE27" w14:textId="77777777" w:rsidTr="00FD557D">
        <w:tc>
          <w:tcPr>
            <w:tcW w:w="1028" w:type="pct"/>
          </w:tcPr>
          <w:p w14:paraId="53B2D997" w14:textId="7B77EF1C" w:rsidR="00041E59" w:rsidRPr="00923720" w:rsidRDefault="007F6248" w:rsidP="00130D76">
            <w:pPr>
              <w:pStyle w:val="SIText"/>
            </w:pPr>
            <w:r>
              <w:t>A</w:t>
            </w:r>
            <w:r w:rsidR="00130D76">
              <w:t>C</w:t>
            </w:r>
            <w:r>
              <w:t>MGAS304 Carry out simple breeding procedures</w:t>
            </w:r>
          </w:p>
        </w:tc>
        <w:tc>
          <w:tcPr>
            <w:tcW w:w="1105" w:type="pct"/>
          </w:tcPr>
          <w:p w14:paraId="0F52571E" w14:textId="38856567" w:rsidR="00041E59" w:rsidRPr="00BC49BB" w:rsidRDefault="007F6248" w:rsidP="00130D76">
            <w:pPr>
              <w:pStyle w:val="SIText"/>
            </w:pPr>
            <w:r>
              <w:t>A</w:t>
            </w:r>
            <w:r w:rsidR="00130D76">
              <w:t>C</w:t>
            </w:r>
            <w:r>
              <w:t>MGAS304A Carry out simple breeding procedures</w:t>
            </w:r>
          </w:p>
        </w:tc>
        <w:tc>
          <w:tcPr>
            <w:tcW w:w="1251" w:type="pct"/>
          </w:tcPr>
          <w:p w14:paraId="64E4C488" w14:textId="77777777" w:rsidR="00041E59" w:rsidRPr="00BC49BB" w:rsidRDefault="007F6248" w:rsidP="00041E59">
            <w:pPr>
              <w:pStyle w:val="SIText"/>
            </w:pPr>
            <w:r>
              <w:t>Updated to meet Standards for Training Packages</w:t>
            </w:r>
          </w:p>
        </w:tc>
        <w:tc>
          <w:tcPr>
            <w:tcW w:w="1616" w:type="pct"/>
          </w:tcPr>
          <w:p w14:paraId="37547CCF" w14:textId="77777777" w:rsidR="00916CD7" w:rsidRPr="00BC49BB" w:rsidRDefault="007F6248" w:rsidP="00041E59">
            <w:pPr>
              <w:pStyle w:val="SIText"/>
            </w:pPr>
            <w:r>
              <w:t>Equivalent unit</w:t>
            </w:r>
          </w:p>
        </w:tc>
      </w:tr>
    </w:tbl>
    <w:p w14:paraId="500B468C"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4588465" w14:textId="77777777" w:rsidTr="00CA2922">
        <w:tc>
          <w:tcPr>
            <w:tcW w:w="1396" w:type="pct"/>
            <w:shd w:val="clear" w:color="auto" w:fill="auto"/>
          </w:tcPr>
          <w:p w14:paraId="5B9E5488" w14:textId="77777777" w:rsidR="00F1480E" w:rsidRPr="00CC451E" w:rsidRDefault="00FD557D" w:rsidP="00FD557D">
            <w:pPr>
              <w:pStyle w:val="SIHeading2"/>
            </w:pPr>
            <w:r w:rsidRPr="00CC451E">
              <w:t>Links</w:t>
            </w:r>
          </w:p>
        </w:tc>
        <w:tc>
          <w:tcPr>
            <w:tcW w:w="3604" w:type="pct"/>
            <w:shd w:val="clear" w:color="auto" w:fill="auto"/>
          </w:tcPr>
          <w:p w14:paraId="641DBFEB" w14:textId="183856FD" w:rsidR="00F1480E" w:rsidRPr="00A76C6C" w:rsidRDefault="00E9310C"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B45D4">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2DBF15B" w14:textId="77777777" w:rsidR="00F1480E" w:rsidRDefault="00F1480E" w:rsidP="00F1480E">
      <w:pPr>
        <w:pStyle w:val="SIText"/>
      </w:pPr>
    </w:p>
    <w:p w14:paraId="3AC701A8" w14:textId="77777777" w:rsidR="00F1480E" w:rsidRDefault="00F1480E" w:rsidP="00F1480E">
      <w:pPr>
        <w:pStyle w:val="SIText"/>
      </w:pPr>
      <w:r>
        <w:rPr>
          <w:b/>
        </w:rPr>
        <w:br w:type="page"/>
      </w:r>
    </w:p>
    <w:p w14:paraId="7F975C73"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87542D4" w14:textId="77777777" w:rsidTr="00113678">
        <w:trPr>
          <w:tblHeader/>
        </w:trPr>
        <w:tc>
          <w:tcPr>
            <w:tcW w:w="1478" w:type="pct"/>
            <w:shd w:val="clear" w:color="auto" w:fill="auto"/>
          </w:tcPr>
          <w:p w14:paraId="6CC2A07C" w14:textId="77777777" w:rsidR="00556C4C" w:rsidRPr="002C55E9" w:rsidRDefault="00556C4C" w:rsidP="00113678">
            <w:pPr>
              <w:pStyle w:val="SIUnittitle"/>
            </w:pPr>
            <w:r w:rsidRPr="002C55E9">
              <w:t>TITLE</w:t>
            </w:r>
          </w:p>
        </w:tc>
        <w:tc>
          <w:tcPr>
            <w:tcW w:w="3522" w:type="pct"/>
            <w:shd w:val="clear" w:color="auto" w:fill="auto"/>
          </w:tcPr>
          <w:p w14:paraId="0193A6DE" w14:textId="77777777" w:rsidR="00556C4C" w:rsidRPr="00F56827" w:rsidRDefault="00556C4C" w:rsidP="00113678">
            <w:pPr>
              <w:pStyle w:val="SIUnittitle"/>
            </w:pPr>
            <w:r w:rsidRPr="00F56827">
              <w:t xml:space="preserve">Assessment requirements for </w:t>
            </w:r>
            <w:r w:rsidR="007F6248" w:rsidRPr="007F6248">
              <w:t>A</w:t>
            </w:r>
            <w:r w:rsidR="007F6248">
              <w:t>C</w:t>
            </w:r>
            <w:r w:rsidR="007F6248" w:rsidRPr="007F6248">
              <w:t>MGAS304 Carry out simple breeding procedures</w:t>
            </w:r>
          </w:p>
        </w:tc>
      </w:tr>
      <w:tr w:rsidR="00556C4C" w:rsidRPr="00A55106" w14:paraId="1C741450" w14:textId="77777777" w:rsidTr="00113678">
        <w:trPr>
          <w:tblHeader/>
        </w:trPr>
        <w:tc>
          <w:tcPr>
            <w:tcW w:w="5000" w:type="pct"/>
            <w:gridSpan w:val="2"/>
            <w:shd w:val="clear" w:color="auto" w:fill="auto"/>
          </w:tcPr>
          <w:p w14:paraId="659190FD" w14:textId="77777777" w:rsidR="00556C4C" w:rsidRPr="002C55E9" w:rsidRDefault="00D71E43" w:rsidP="00D71E43">
            <w:pPr>
              <w:pStyle w:val="SIHeading2"/>
            </w:pPr>
            <w:r>
              <w:t>Performance E</w:t>
            </w:r>
            <w:r w:rsidRPr="002C55E9">
              <w:t>vidence</w:t>
            </w:r>
          </w:p>
        </w:tc>
      </w:tr>
      <w:tr w:rsidR="00556C4C" w:rsidRPr="00067E1C" w14:paraId="42229F50" w14:textId="77777777" w:rsidTr="00113678">
        <w:tc>
          <w:tcPr>
            <w:tcW w:w="5000" w:type="pct"/>
            <w:gridSpan w:val="2"/>
            <w:shd w:val="clear" w:color="auto" w:fill="auto"/>
          </w:tcPr>
          <w:p w14:paraId="5CADD1F8" w14:textId="658DE8FF" w:rsidR="00E9310C" w:rsidRDefault="006E42FE" w:rsidP="00CA6B7E">
            <w:pPr>
              <w:pStyle w:val="SIText"/>
            </w:pPr>
            <w:r>
              <w:t>An individual demonstrating competency</w:t>
            </w:r>
            <w:r w:rsidR="00717385">
              <w:t xml:space="preserve"> must satisfy all of the elements and </w:t>
            </w:r>
            <w:r>
              <w:t xml:space="preserve">performance criteria </w:t>
            </w:r>
            <w:r w:rsidR="00FB45D4">
              <w:t>in</w:t>
            </w:r>
            <w:r>
              <w:t xml:space="preserve"> this unit.</w:t>
            </w:r>
          </w:p>
          <w:p w14:paraId="7203966E" w14:textId="77777777" w:rsidR="00E9310C" w:rsidRDefault="00E9310C" w:rsidP="00CA6B7E">
            <w:pPr>
              <w:pStyle w:val="SIText"/>
            </w:pPr>
          </w:p>
          <w:p w14:paraId="16DE58BE" w14:textId="44A39D69" w:rsidR="002009FC" w:rsidRDefault="006E42FE" w:rsidP="00CA6B7E">
            <w:pPr>
              <w:pStyle w:val="SIText"/>
            </w:pPr>
            <w:r w:rsidRPr="002009FC">
              <w:t xml:space="preserve">There must be </w:t>
            </w:r>
            <w:r w:rsidR="002009FC">
              <w:t>e</w:t>
            </w:r>
            <w:r w:rsidR="00CA6B7E">
              <w:t xml:space="preserve">vidence that the individual has </w:t>
            </w:r>
            <w:r w:rsidR="00EB1E2A">
              <w:t>carried out simple</w:t>
            </w:r>
            <w:r w:rsidR="002009FC">
              <w:t xml:space="preserve"> breeding procedures with at least </w:t>
            </w:r>
            <w:r w:rsidR="00E9310C">
              <w:t>four</w:t>
            </w:r>
            <w:r w:rsidR="002009FC">
              <w:t xml:space="preserve"> animals</w:t>
            </w:r>
            <w:r w:rsidR="00CA6B7E">
              <w:t>, including:</w:t>
            </w:r>
          </w:p>
          <w:p w14:paraId="629BE30D" w14:textId="74735862" w:rsidR="00CA6B7E" w:rsidRDefault="002009FC" w:rsidP="008C525C">
            <w:pPr>
              <w:pStyle w:val="SIBulletList1"/>
            </w:pPr>
            <w:r>
              <w:t>applied safe work practices</w:t>
            </w:r>
            <w:r w:rsidR="00E9310C">
              <w:t>,</w:t>
            </w:r>
            <w:r>
              <w:t xml:space="preserve"> including the selection and use of personal protective equipment when working with animals</w:t>
            </w:r>
          </w:p>
          <w:p w14:paraId="1253769C" w14:textId="4253DDE5" w:rsidR="00CA6B7E" w:rsidRDefault="00CA6B7E" w:rsidP="00CA6B7E">
            <w:pPr>
              <w:pStyle w:val="SIBulletList1"/>
            </w:pPr>
            <w:r>
              <w:t>monitored and observed animals and reported on breeding cycle</w:t>
            </w:r>
          </w:p>
          <w:p w14:paraId="26FA0794" w14:textId="6668130D" w:rsidR="00CA6B7E" w:rsidRDefault="00CA6B7E" w:rsidP="00CA6B7E">
            <w:pPr>
              <w:pStyle w:val="SIBulletList1"/>
            </w:pPr>
            <w:r>
              <w:t>communicated effectively with supervisor and followed instructions</w:t>
            </w:r>
          </w:p>
          <w:p w14:paraId="6101887D" w14:textId="08128F15" w:rsidR="00CA6B7E" w:rsidRDefault="00CA6B7E" w:rsidP="00CA6B7E">
            <w:pPr>
              <w:pStyle w:val="SIBulletList1"/>
            </w:pPr>
            <w:r>
              <w:t>carried out breeding, hatching or parturition and weaning procedures according to organisation</w:t>
            </w:r>
            <w:r w:rsidR="00E9310C">
              <w:t>'</w:t>
            </w:r>
            <w:r>
              <w:t>s policies and procedures</w:t>
            </w:r>
          </w:p>
          <w:p w14:paraId="12DE0771" w14:textId="6A58A5FF" w:rsidR="00CA6B7E" w:rsidRDefault="00CA6B7E" w:rsidP="00CA6B7E">
            <w:pPr>
              <w:pStyle w:val="SIBulletList1"/>
            </w:pPr>
            <w:r>
              <w:t>carried out post-weaning management</w:t>
            </w:r>
          </w:p>
          <w:p w14:paraId="5A6725D1" w14:textId="0CCBDF97" w:rsidR="00556C4C" w:rsidRPr="00A55106" w:rsidRDefault="00CA6B7E" w:rsidP="00CA6B7E">
            <w:pPr>
              <w:pStyle w:val="SIBulletList1"/>
            </w:pPr>
            <w:r>
              <w:t>maintained accurate breeding program and animal health-related records</w:t>
            </w:r>
            <w:r w:rsidR="002009FC">
              <w:t>.</w:t>
            </w:r>
          </w:p>
        </w:tc>
      </w:tr>
    </w:tbl>
    <w:p w14:paraId="4546987A"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021254" w14:textId="77777777" w:rsidTr="00CA2922">
        <w:trPr>
          <w:tblHeader/>
        </w:trPr>
        <w:tc>
          <w:tcPr>
            <w:tcW w:w="5000" w:type="pct"/>
            <w:shd w:val="clear" w:color="auto" w:fill="auto"/>
          </w:tcPr>
          <w:p w14:paraId="4054670C" w14:textId="77777777" w:rsidR="00F1480E" w:rsidRPr="002C55E9" w:rsidRDefault="00D71E43" w:rsidP="00D71E43">
            <w:pPr>
              <w:pStyle w:val="SIHeading2"/>
            </w:pPr>
            <w:r w:rsidRPr="002C55E9">
              <w:t>Knowledge Evidence</w:t>
            </w:r>
          </w:p>
        </w:tc>
      </w:tr>
      <w:tr w:rsidR="00F1480E" w:rsidRPr="00067E1C" w14:paraId="23AA0ACC" w14:textId="77777777" w:rsidTr="00CA2922">
        <w:tc>
          <w:tcPr>
            <w:tcW w:w="5000" w:type="pct"/>
            <w:shd w:val="clear" w:color="auto" w:fill="auto"/>
          </w:tcPr>
          <w:p w14:paraId="4785C142" w14:textId="77777777" w:rsidR="006E42FE" w:rsidRDefault="006E42FE" w:rsidP="006E42FE">
            <w:pPr>
              <w:pStyle w:val="SIText"/>
            </w:pPr>
            <w:r>
              <w:t>An individual must be able to demonstrate the knowledge required to perform the tasks outlined in the elements and performance criteria of this unit. This includes knowledge of:</w:t>
            </w:r>
          </w:p>
          <w:p w14:paraId="7153E946" w14:textId="77777777" w:rsidR="002009FC" w:rsidRDefault="002009FC" w:rsidP="002009FC">
            <w:pPr>
              <w:pStyle w:val="SIBulletList1"/>
            </w:pPr>
            <w:r w:rsidRPr="00E578B6">
              <w:t>normal and abnormal animal behaviour</w:t>
            </w:r>
            <w:r w:rsidR="00EB1E2A">
              <w:t xml:space="preserve"> for the relevant species</w:t>
            </w:r>
          </w:p>
          <w:p w14:paraId="3B29281A" w14:textId="77777777" w:rsidR="002009FC" w:rsidRDefault="002009FC" w:rsidP="002009FC">
            <w:pPr>
              <w:pStyle w:val="SIBulletList1"/>
            </w:pPr>
            <w:r w:rsidRPr="00E578B6">
              <w:t xml:space="preserve">nutrition and health requirements of </w:t>
            </w:r>
            <w:r w:rsidR="00EB1E2A">
              <w:t>one or more species</w:t>
            </w:r>
            <w:r w:rsidRPr="00E578B6">
              <w:t xml:space="preserve"> at various stages of their life and reproductive cycle</w:t>
            </w:r>
          </w:p>
          <w:p w14:paraId="34F44915" w14:textId="77777777" w:rsidR="002009FC" w:rsidRDefault="002009FC" w:rsidP="002009FC">
            <w:pPr>
              <w:pStyle w:val="SIBulletList1"/>
            </w:pPr>
            <w:r w:rsidRPr="00E578B6">
              <w:t xml:space="preserve">purpose of </w:t>
            </w:r>
            <w:r>
              <w:t>keeping</w:t>
            </w:r>
            <w:r w:rsidRPr="00E578B6">
              <w:t xml:space="preserve"> breeding data and records</w:t>
            </w:r>
          </w:p>
          <w:p w14:paraId="1AA48A17" w14:textId="77777777" w:rsidR="002009FC" w:rsidRPr="00526134" w:rsidRDefault="002009FC" w:rsidP="002009FC">
            <w:pPr>
              <w:pStyle w:val="SIBulletList1"/>
            </w:pPr>
            <w:r>
              <w:t>signs of animal well</w:t>
            </w:r>
            <w:r w:rsidRPr="00E578B6">
              <w:t xml:space="preserve">being, illness, </w:t>
            </w:r>
            <w:r w:rsidR="00EB1E2A">
              <w:t xml:space="preserve">or </w:t>
            </w:r>
            <w:r w:rsidRPr="00E578B6">
              <w:t xml:space="preserve">injury </w:t>
            </w:r>
          </w:p>
          <w:p w14:paraId="35525791" w14:textId="77777777" w:rsidR="002009FC" w:rsidRDefault="002009FC" w:rsidP="002009FC">
            <w:pPr>
              <w:pStyle w:val="SIBulletList1"/>
            </w:pPr>
            <w:r>
              <w:t xml:space="preserve">the </w:t>
            </w:r>
            <w:r w:rsidRPr="00E578B6">
              <w:t>basic principles of genetics</w:t>
            </w:r>
          </w:p>
          <w:p w14:paraId="32F62CE5" w14:textId="77777777" w:rsidR="005D6EBE" w:rsidRDefault="005D6EBE" w:rsidP="005D6EBE">
            <w:pPr>
              <w:pStyle w:val="SIBulletList1"/>
            </w:pPr>
            <w:r>
              <w:t>ways of determining current reproductive cycle status, through identifying specific indicators including oestrus, sexual behaviour, and aggression between males and evidence of mating</w:t>
            </w:r>
          </w:p>
          <w:p w14:paraId="29251127" w14:textId="77777777" w:rsidR="002009FC" w:rsidRDefault="002009FC" w:rsidP="002009FC">
            <w:pPr>
              <w:pStyle w:val="SIBulletList1"/>
            </w:pPr>
            <w:r>
              <w:t xml:space="preserve">the </w:t>
            </w:r>
            <w:r w:rsidRPr="00E578B6">
              <w:t xml:space="preserve">best breeding systems, methods and traits to produce the best possible </w:t>
            </w:r>
            <w:r>
              <w:t>breeding outcomes</w:t>
            </w:r>
            <w:r w:rsidRPr="00E578B6">
              <w:t>, health and wellbeing of animals related to species concerned</w:t>
            </w:r>
          </w:p>
          <w:p w14:paraId="0E0FD558" w14:textId="4B07C643" w:rsidR="002009FC" w:rsidRDefault="002009FC" w:rsidP="002009FC">
            <w:pPr>
              <w:pStyle w:val="SIBulletList1"/>
            </w:pPr>
            <w:r>
              <w:t xml:space="preserve">the </w:t>
            </w:r>
            <w:r w:rsidRPr="00E578B6">
              <w:t>functions and requirements of a breeding colony</w:t>
            </w:r>
            <w:r w:rsidR="00E9310C">
              <w:t>,</w:t>
            </w:r>
            <w:r w:rsidRPr="00E578B6">
              <w:t xml:space="preserve"> where relevan</w:t>
            </w:r>
            <w:r>
              <w:t>t</w:t>
            </w:r>
          </w:p>
          <w:p w14:paraId="10785216" w14:textId="77777777" w:rsidR="002009FC" w:rsidRDefault="002009FC" w:rsidP="002009FC">
            <w:pPr>
              <w:pStyle w:val="SIBulletList1"/>
            </w:pPr>
            <w:r>
              <w:t xml:space="preserve">the </w:t>
            </w:r>
            <w:r w:rsidRPr="00E578B6">
              <w:t>housing requirements for mother and young of relevant species</w:t>
            </w:r>
          </w:p>
          <w:p w14:paraId="72F1C38C" w14:textId="77777777" w:rsidR="002009FC" w:rsidRDefault="002009FC" w:rsidP="002009FC">
            <w:pPr>
              <w:pStyle w:val="SIBulletList1"/>
            </w:pPr>
            <w:r>
              <w:t xml:space="preserve">the </w:t>
            </w:r>
            <w:r w:rsidRPr="00E578B6">
              <w:t xml:space="preserve">mating behaviour of </w:t>
            </w:r>
            <w:r w:rsidR="00EB1E2A">
              <w:t>relevant species</w:t>
            </w:r>
          </w:p>
          <w:p w14:paraId="37DA6388" w14:textId="77777777" w:rsidR="00CA6B7E" w:rsidRPr="00CA6B7E" w:rsidRDefault="002009FC" w:rsidP="008C525C">
            <w:pPr>
              <w:pStyle w:val="SIBulletList1"/>
              <w:rPr>
                <w:rFonts w:asciiTheme="minorHAnsi" w:hAnsiTheme="minorHAnsi" w:cstheme="minorHAnsi"/>
              </w:rPr>
            </w:pPr>
            <w:r w:rsidRPr="00E578B6">
              <w:t>weaning procedures</w:t>
            </w:r>
          </w:p>
          <w:p w14:paraId="3836A6CE" w14:textId="5C3AB4E2" w:rsidR="002009FC" w:rsidRPr="00823FF4" w:rsidRDefault="00CA6B7E" w:rsidP="00CA6B7E">
            <w:pPr>
              <w:pStyle w:val="SIBulletList1"/>
              <w:rPr>
                <w:rFonts w:asciiTheme="minorHAnsi" w:hAnsiTheme="minorHAnsi" w:cstheme="minorHAnsi"/>
              </w:rPr>
            </w:pPr>
            <w:r>
              <w:t>WHS</w:t>
            </w:r>
            <w:r w:rsidRPr="00CA6B7E">
              <w:t xml:space="preserve"> and animal welfare legislative requirements and codes of practice</w:t>
            </w:r>
            <w:r w:rsidR="008C525C">
              <w:t>.</w:t>
            </w:r>
          </w:p>
        </w:tc>
      </w:tr>
    </w:tbl>
    <w:p w14:paraId="4D6D056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B2C022" w14:textId="77777777" w:rsidTr="00CA2922">
        <w:trPr>
          <w:tblHeader/>
        </w:trPr>
        <w:tc>
          <w:tcPr>
            <w:tcW w:w="5000" w:type="pct"/>
            <w:shd w:val="clear" w:color="auto" w:fill="auto"/>
          </w:tcPr>
          <w:p w14:paraId="6A7543B1" w14:textId="77777777" w:rsidR="00F1480E" w:rsidRPr="002C55E9" w:rsidRDefault="00D71E43" w:rsidP="00D71E43">
            <w:pPr>
              <w:pStyle w:val="SIHeading2"/>
            </w:pPr>
            <w:r w:rsidRPr="002C55E9">
              <w:t>Assessment Conditions</w:t>
            </w:r>
          </w:p>
        </w:tc>
      </w:tr>
      <w:tr w:rsidR="00F1480E" w:rsidRPr="00A55106" w14:paraId="14451BB1" w14:textId="77777777" w:rsidTr="00CA2922">
        <w:tc>
          <w:tcPr>
            <w:tcW w:w="5000" w:type="pct"/>
            <w:shd w:val="clear" w:color="auto" w:fill="auto"/>
          </w:tcPr>
          <w:p w14:paraId="7781A23A" w14:textId="53DAAF51" w:rsidR="004A7706" w:rsidRDefault="004A7706" w:rsidP="004A7706">
            <w:pPr>
              <w:pStyle w:val="SIText"/>
            </w:pPr>
            <w:r>
              <w:t xml:space="preserve">Assessment of </w:t>
            </w:r>
            <w:r w:rsidR="00E9310C">
              <w:t>skills</w:t>
            </w:r>
            <w:r>
              <w:t xml:space="preserve"> must take place under the following conditions: </w:t>
            </w:r>
          </w:p>
          <w:p w14:paraId="43398F05" w14:textId="77777777" w:rsidR="004E6741" w:rsidRDefault="00905341" w:rsidP="004A7706">
            <w:pPr>
              <w:pStyle w:val="SIBulletList1"/>
            </w:pPr>
            <w:r>
              <w:t xml:space="preserve"> </w:t>
            </w:r>
            <w:r w:rsidR="001D7F5B">
              <w:t>p</w:t>
            </w:r>
            <w:r w:rsidR="004E6741">
              <w:t>hysical conditions</w:t>
            </w:r>
            <w:r w:rsidR="001D7F5B">
              <w:t>:</w:t>
            </w:r>
          </w:p>
          <w:p w14:paraId="123087B7" w14:textId="10458FF5" w:rsidR="004E6741" w:rsidRPr="00F83D7C" w:rsidRDefault="00E9310C" w:rsidP="00F83D7C">
            <w:pPr>
              <w:pStyle w:val="SIBulletList2"/>
              <w:rPr>
                <w:rFonts w:eastAsia="Calibri"/>
              </w:rPr>
            </w:pPr>
            <w:r>
              <w:t xml:space="preserve">a </w:t>
            </w:r>
            <w:r w:rsidR="004E6741">
              <w:t>workplace setting or an environment that accurately represents workplace conditions</w:t>
            </w:r>
          </w:p>
          <w:p w14:paraId="6AD3233C"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40FBB7FF" w14:textId="77777777" w:rsidR="00366805" w:rsidRPr="00366805" w:rsidRDefault="00366805" w:rsidP="001E16DF">
            <w:pPr>
              <w:pStyle w:val="SIBulletList2"/>
              <w:rPr>
                <w:rFonts w:eastAsia="Calibri"/>
              </w:rPr>
            </w:pPr>
            <w:r>
              <w:rPr>
                <w:rFonts w:eastAsia="Calibri"/>
              </w:rPr>
              <w:t xml:space="preserve">live </w:t>
            </w:r>
            <w:r w:rsidR="00EB1E2A">
              <w:rPr>
                <w:rFonts w:eastAsia="Calibri"/>
              </w:rPr>
              <w:t>animals of the relevant species</w:t>
            </w:r>
          </w:p>
          <w:p w14:paraId="13CE8D94" w14:textId="77777777" w:rsidR="00F83D7C" w:rsidRDefault="00F83D7C" w:rsidP="00F83D7C">
            <w:pPr>
              <w:pStyle w:val="SIBulletList1"/>
              <w:rPr>
                <w:rFonts w:eastAsia="Calibri"/>
              </w:rPr>
            </w:pPr>
            <w:r>
              <w:rPr>
                <w:rFonts w:eastAsia="Calibri"/>
              </w:rPr>
              <w:t>specifications:</w:t>
            </w:r>
          </w:p>
          <w:p w14:paraId="07868CE5" w14:textId="57B06772" w:rsidR="00CA6B7E" w:rsidRDefault="005D6EBE" w:rsidP="00F83D7C">
            <w:pPr>
              <w:pStyle w:val="SIBulletList2"/>
              <w:rPr>
                <w:rFonts w:eastAsia="Calibri"/>
              </w:rPr>
            </w:pPr>
            <w:r>
              <w:rPr>
                <w:rFonts w:eastAsia="Calibri"/>
              </w:rPr>
              <w:t xml:space="preserve">access to </w:t>
            </w:r>
            <w:r w:rsidR="00F83D7C">
              <w:rPr>
                <w:rFonts w:eastAsia="Calibri"/>
              </w:rPr>
              <w:t>specific workplace documents</w:t>
            </w:r>
            <w:r w:rsidR="00E9310C">
              <w:rPr>
                <w:rFonts w:eastAsia="Calibri"/>
              </w:rPr>
              <w:t>,</w:t>
            </w:r>
            <w:r w:rsidR="00F83D7C">
              <w:rPr>
                <w:rFonts w:eastAsia="Calibri"/>
              </w:rPr>
              <w:t xml:space="preserve"> </w:t>
            </w:r>
            <w:r w:rsidR="00EB1E2A">
              <w:rPr>
                <w:rFonts w:eastAsia="Calibri"/>
              </w:rPr>
              <w:t>including a documented breeding plan for the relevant species</w:t>
            </w:r>
          </w:p>
          <w:p w14:paraId="761A155E" w14:textId="53E60D69" w:rsidR="00F83D7C" w:rsidRDefault="00CA6B7E" w:rsidP="00CA6B7E">
            <w:pPr>
              <w:pStyle w:val="SIBulletList2"/>
              <w:rPr>
                <w:rFonts w:eastAsia="Calibri"/>
              </w:rPr>
            </w:pPr>
            <w:r w:rsidRPr="00CA6B7E">
              <w:rPr>
                <w:rFonts w:eastAsia="Calibri"/>
              </w:rPr>
              <w:t xml:space="preserve">current WHS </w:t>
            </w:r>
            <w:r w:rsidR="00FB45D4">
              <w:rPr>
                <w:rFonts w:eastAsia="Calibri"/>
              </w:rPr>
              <w:t xml:space="preserve">and animal welfare legislation, </w:t>
            </w:r>
            <w:r w:rsidRPr="00CA6B7E">
              <w:rPr>
                <w:rFonts w:eastAsia="Calibri"/>
              </w:rPr>
              <w:t>regulations</w:t>
            </w:r>
            <w:r w:rsidR="00FB45D4">
              <w:rPr>
                <w:rFonts w:eastAsia="Calibri"/>
              </w:rPr>
              <w:t xml:space="preserve"> and codes of practice</w:t>
            </w:r>
            <w:r w:rsidR="008C525C">
              <w:rPr>
                <w:rFonts w:eastAsia="Calibri"/>
              </w:rPr>
              <w:t>.</w:t>
            </w:r>
          </w:p>
          <w:p w14:paraId="61B2B69A" w14:textId="77777777" w:rsidR="0021210E" w:rsidRDefault="0021210E" w:rsidP="007134FE">
            <w:pPr>
              <w:pStyle w:val="SIText"/>
            </w:pPr>
          </w:p>
          <w:p w14:paraId="0262683A" w14:textId="323E41E5" w:rsidR="00F1480E" w:rsidRPr="00D07D4E" w:rsidRDefault="007134FE" w:rsidP="008C525C">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3A4405A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44DB367" w14:textId="77777777" w:rsidTr="004679E3">
        <w:tc>
          <w:tcPr>
            <w:tcW w:w="990" w:type="pct"/>
            <w:shd w:val="clear" w:color="auto" w:fill="auto"/>
          </w:tcPr>
          <w:p w14:paraId="5E98E866" w14:textId="77777777" w:rsidR="00F1480E" w:rsidRPr="002C55E9" w:rsidRDefault="00D71E43" w:rsidP="00D71E43">
            <w:pPr>
              <w:pStyle w:val="SIHeading2"/>
            </w:pPr>
            <w:r w:rsidRPr="002C55E9">
              <w:t>Links</w:t>
            </w:r>
          </w:p>
        </w:tc>
        <w:tc>
          <w:tcPr>
            <w:tcW w:w="4010" w:type="pct"/>
            <w:shd w:val="clear" w:color="auto" w:fill="auto"/>
          </w:tcPr>
          <w:p w14:paraId="2B187503" w14:textId="55728C07" w:rsidR="00E9310C" w:rsidRPr="00E9310C" w:rsidRDefault="00E9310C" w:rsidP="00916CD7">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B45D4">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13E862EB"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64FEF" w14:textId="77777777" w:rsidR="002A5ECD" w:rsidRDefault="002A5ECD" w:rsidP="00BF3F0A">
      <w:r>
        <w:separator/>
      </w:r>
    </w:p>
    <w:p w14:paraId="5B955F76" w14:textId="77777777" w:rsidR="002A5ECD" w:rsidRDefault="002A5ECD"/>
  </w:endnote>
  <w:endnote w:type="continuationSeparator" w:id="0">
    <w:p w14:paraId="0EB186BB" w14:textId="77777777" w:rsidR="002A5ECD" w:rsidRDefault="002A5ECD" w:rsidP="00BF3F0A">
      <w:r>
        <w:continuationSeparator/>
      </w:r>
    </w:p>
    <w:p w14:paraId="4B8A64C9" w14:textId="77777777" w:rsidR="002A5ECD" w:rsidRDefault="002A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8C79" w14:textId="77777777" w:rsidR="00B30D71" w:rsidRDefault="00B30D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0A0EE2FB" w14:textId="67D6FFF3" w:rsidR="000E25E6" w:rsidRDefault="00D810DE" w:rsidP="006A2B68">
        <w:pPr>
          <w:pStyle w:val="SIText"/>
          <w:rPr>
            <w:noProof/>
          </w:rPr>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7041A1">
          <w:rPr>
            <w:noProof/>
          </w:rPr>
          <w:t>2</w:t>
        </w:r>
        <w:r>
          <w:rPr>
            <w:noProof/>
          </w:rPr>
          <w:fldChar w:fldCharType="end"/>
        </w:r>
      </w:p>
      <w:p w14:paraId="78266CAE" w14:textId="77777777" w:rsidR="00D810DE" w:rsidRDefault="000E25E6" w:rsidP="006A2B68">
        <w:pPr>
          <w:pStyle w:val="SIText"/>
        </w:pPr>
        <w:r>
          <w:rPr>
            <w:noProof/>
          </w:rPr>
          <w:t xml:space="preserve">Template modified on </w:t>
        </w:r>
        <w:r w:rsidR="00932CD7">
          <w:rPr>
            <w:noProof/>
          </w:rPr>
          <w:t>21 April 2017</w:t>
        </w:r>
      </w:p>
    </w:sdtContent>
  </w:sdt>
  <w:p w14:paraId="7524439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0DA9" w14:textId="77777777" w:rsidR="00B30D71" w:rsidRDefault="00B30D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DE332" w14:textId="77777777" w:rsidR="002A5ECD" w:rsidRDefault="002A5ECD" w:rsidP="00BF3F0A">
      <w:r>
        <w:separator/>
      </w:r>
    </w:p>
    <w:p w14:paraId="2301B7C7" w14:textId="77777777" w:rsidR="002A5ECD" w:rsidRDefault="002A5ECD"/>
  </w:footnote>
  <w:footnote w:type="continuationSeparator" w:id="0">
    <w:p w14:paraId="158E978E" w14:textId="77777777" w:rsidR="002A5ECD" w:rsidRDefault="002A5ECD" w:rsidP="00BF3F0A">
      <w:r>
        <w:continuationSeparator/>
      </w:r>
    </w:p>
    <w:p w14:paraId="1A58EFC4" w14:textId="77777777" w:rsidR="002A5ECD" w:rsidRDefault="002A5E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7576C" w14:textId="77777777" w:rsidR="00B30D71" w:rsidRDefault="00B30D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A978F" w14:textId="37A32B32" w:rsidR="009C2650" w:rsidRDefault="007041A1">
    <w:pPr>
      <w:pStyle w:val="Header"/>
    </w:pPr>
    <w:sdt>
      <w:sdtPr>
        <w:id w:val="326720801"/>
        <w:docPartObj>
          <w:docPartGallery w:val="Watermarks"/>
          <w:docPartUnique/>
        </w:docPartObj>
      </w:sdtPr>
      <w:sdtEndPr/>
      <w:sdtContent>
        <w:r>
          <w:rPr>
            <w:noProof/>
          </w:rPr>
          <w:pict w14:anchorId="4ABB66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F6248">
      <w:t>AC</w:t>
    </w:r>
    <w:r w:rsidR="007F6248" w:rsidRPr="007F6248">
      <w:t>MGAS304 Carry out simple breeding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D4088" w14:textId="77777777" w:rsidR="00B30D71" w:rsidRDefault="00B30D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E40C8D"/>
    <w:multiLevelType w:val="hybridMultilevel"/>
    <w:tmpl w:val="BB2C1E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6550249"/>
    <w:multiLevelType w:val="multilevel"/>
    <w:tmpl w:val="AD425FE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5AD75C6"/>
    <w:multiLevelType w:val="multilevel"/>
    <w:tmpl w:val="42984730"/>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DC24DC3"/>
    <w:multiLevelType w:val="multilevel"/>
    <w:tmpl w:val="0C8CCCD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5"/>
  </w:num>
  <w:num w:numId="15">
    <w:abstractNumId w:val="6"/>
  </w:num>
  <w:num w:numId="16">
    <w:abstractNumId w:val="18"/>
  </w:num>
  <w:num w:numId="17">
    <w:abstractNumId w:val="13"/>
  </w:num>
  <w:num w:numId="18">
    <w:abstractNumId w:val="8"/>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EFD"/>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C224E"/>
    <w:rsid w:val="000E25E6"/>
    <w:rsid w:val="000E2C86"/>
    <w:rsid w:val="000F29F2"/>
    <w:rsid w:val="00101659"/>
    <w:rsid w:val="001078BF"/>
    <w:rsid w:val="00130D76"/>
    <w:rsid w:val="00133957"/>
    <w:rsid w:val="001372F6"/>
    <w:rsid w:val="0014438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09FC"/>
    <w:rsid w:val="00201A7C"/>
    <w:rsid w:val="0021210E"/>
    <w:rsid w:val="0021414D"/>
    <w:rsid w:val="00223124"/>
    <w:rsid w:val="00226925"/>
    <w:rsid w:val="00233143"/>
    <w:rsid w:val="00234444"/>
    <w:rsid w:val="00242293"/>
    <w:rsid w:val="00244EA7"/>
    <w:rsid w:val="00262FC3"/>
    <w:rsid w:val="00276DB8"/>
    <w:rsid w:val="00282664"/>
    <w:rsid w:val="00285FB8"/>
    <w:rsid w:val="002A4CD3"/>
    <w:rsid w:val="002A5ECD"/>
    <w:rsid w:val="002A6CC4"/>
    <w:rsid w:val="002B5D03"/>
    <w:rsid w:val="002C55E9"/>
    <w:rsid w:val="002D0C8B"/>
    <w:rsid w:val="002D330A"/>
    <w:rsid w:val="002E193E"/>
    <w:rsid w:val="00310A6A"/>
    <w:rsid w:val="003144E6"/>
    <w:rsid w:val="0032498F"/>
    <w:rsid w:val="00337E82"/>
    <w:rsid w:val="00350BB1"/>
    <w:rsid w:val="00352C83"/>
    <w:rsid w:val="00366805"/>
    <w:rsid w:val="0037018B"/>
    <w:rsid w:val="0037067D"/>
    <w:rsid w:val="0038735B"/>
    <w:rsid w:val="003916D1"/>
    <w:rsid w:val="003A21F0"/>
    <w:rsid w:val="003A58BA"/>
    <w:rsid w:val="003A5AE7"/>
    <w:rsid w:val="003A6B89"/>
    <w:rsid w:val="003A722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44E8"/>
    <w:rsid w:val="004A7706"/>
    <w:rsid w:val="004B29B7"/>
    <w:rsid w:val="004B7A28"/>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279A7"/>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6EBE"/>
    <w:rsid w:val="005E51E6"/>
    <w:rsid w:val="005F027A"/>
    <w:rsid w:val="005F33CC"/>
    <w:rsid w:val="006121D4"/>
    <w:rsid w:val="00613B49"/>
    <w:rsid w:val="00614F26"/>
    <w:rsid w:val="00620E8E"/>
    <w:rsid w:val="00633CFE"/>
    <w:rsid w:val="00634FCA"/>
    <w:rsid w:val="00640D4A"/>
    <w:rsid w:val="00643D1B"/>
    <w:rsid w:val="006452B8"/>
    <w:rsid w:val="00652E62"/>
    <w:rsid w:val="00670EA9"/>
    <w:rsid w:val="00686A49"/>
    <w:rsid w:val="00687B62"/>
    <w:rsid w:val="00690C44"/>
    <w:rsid w:val="006969D9"/>
    <w:rsid w:val="006A2B68"/>
    <w:rsid w:val="006C2F32"/>
    <w:rsid w:val="006D38C3"/>
    <w:rsid w:val="006D4448"/>
    <w:rsid w:val="006E2C4D"/>
    <w:rsid w:val="006E42FE"/>
    <w:rsid w:val="007041A1"/>
    <w:rsid w:val="00705EEC"/>
    <w:rsid w:val="00707741"/>
    <w:rsid w:val="007134FE"/>
    <w:rsid w:val="00717385"/>
    <w:rsid w:val="00722769"/>
    <w:rsid w:val="00727901"/>
    <w:rsid w:val="00727DFD"/>
    <w:rsid w:val="0073075B"/>
    <w:rsid w:val="007308CD"/>
    <w:rsid w:val="007320DE"/>
    <w:rsid w:val="007341FF"/>
    <w:rsid w:val="007404E9"/>
    <w:rsid w:val="007444CF"/>
    <w:rsid w:val="0076523B"/>
    <w:rsid w:val="00771B60"/>
    <w:rsid w:val="00781D77"/>
    <w:rsid w:val="00783549"/>
    <w:rsid w:val="007860B7"/>
    <w:rsid w:val="00786DC8"/>
    <w:rsid w:val="007B75E8"/>
    <w:rsid w:val="007D5A78"/>
    <w:rsid w:val="007E3BD1"/>
    <w:rsid w:val="007F1563"/>
    <w:rsid w:val="007F1EB2"/>
    <w:rsid w:val="007F44DB"/>
    <w:rsid w:val="007F5A8B"/>
    <w:rsid w:val="007F6248"/>
    <w:rsid w:val="00817D51"/>
    <w:rsid w:val="00823530"/>
    <w:rsid w:val="00823FF4"/>
    <w:rsid w:val="00830267"/>
    <w:rsid w:val="008306E7"/>
    <w:rsid w:val="00834BC8"/>
    <w:rsid w:val="00837FD6"/>
    <w:rsid w:val="00847B60"/>
    <w:rsid w:val="00850243"/>
    <w:rsid w:val="008545EB"/>
    <w:rsid w:val="00865011"/>
    <w:rsid w:val="00885EFD"/>
    <w:rsid w:val="00886790"/>
    <w:rsid w:val="008908DE"/>
    <w:rsid w:val="008A12ED"/>
    <w:rsid w:val="008A39D3"/>
    <w:rsid w:val="008B2C77"/>
    <w:rsid w:val="008B4AD2"/>
    <w:rsid w:val="008C525C"/>
    <w:rsid w:val="008E260C"/>
    <w:rsid w:val="008E39BE"/>
    <w:rsid w:val="008E62EC"/>
    <w:rsid w:val="008F32F6"/>
    <w:rsid w:val="00905341"/>
    <w:rsid w:val="00916CD7"/>
    <w:rsid w:val="00920927"/>
    <w:rsid w:val="00921B38"/>
    <w:rsid w:val="00923720"/>
    <w:rsid w:val="009278C9"/>
    <w:rsid w:val="00932CD7"/>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3C98"/>
    <w:rsid w:val="00A6476B"/>
    <w:rsid w:val="00A76C6C"/>
    <w:rsid w:val="00A92DD1"/>
    <w:rsid w:val="00AA3D58"/>
    <w:rsid w:val="00AA5338"/>
    <w:rsid w:val="00AB1B8E"/>
    <w:rsid w:val="00AB3A48"/>
    <w:rsid w:val="00AC0696"/>
    <w:rsid w:val="00AC4C98"/>
    <w:rsid w:val="00AC5F6B"/>
    <w:rsid w:val="00AD3896"/>
    <w:rsid w:val="00AD5B47"/>
    <w:rsid w:val="00AE1ED9"/>
    <w:rsid w:val="00AE32CB"/>
    <w:rsid w:val="00AF3957"/>
    <w:rsid w:val="00B12013"/>
    <w:rsid w:val="00B15D76"/>
    <w:rsid w:val="00B22C67"/>
    <w:rsid w:val="00B30D71"/>
    <w:rsid w:val="00B3508F"/>
    <w:rsid w:val="00B443EE"/>
    <w:rsid w:val="00B560C8"/>
    <w:rsid w:val="00B61150"/>
    <w:rsid w:val="00B65BC7"/>
    <w:rsid w:val="00B746B9"/>
    <w:rsid w:val="00B848D4"/>
    <w:rsid w:val="00B865B7"/>
    <w:rsid w:val="00BA1CB1"/>
    <w:rsid w:val="00BA4178"/>
    <w:rsid w:val="00BA482D"/>
    <w:rsid w:val="00BB17D8"/>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742EC"/>
    <w:rsid w:val="00C96AF3"/>
    <w:rsid w:val="00C97CCC"/>
    <w:rsid w:val="00CA0274"/>
    <w:rsid w:val="00CA6B7E"/>
    <w:rsid w:val="00CB3C8A"/>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1E01"/>
    <w:rsid w:val="00D54C76"/>
    <w:rsid w:val="00D71E43"/>
    <w:rsid w:val="00D727F3"/>
    <w:rsid w:val="00D73695"/>
    <w:rsid w:val="00D7798F"/>
    <w:rsid w:val="00D810DE"/>
    <w:rsid w:val="00D87D32"/>
    <w:rsid w:val="00D92C83"/>
    <w:rsid w:val="00DA0A81"/>
    <w:rsid w:val="00DA3C10"/>
    <w:rsid w:val="00DA53B5"/>
    <w:rsid w:val="00DC1D69"/>
    <w:rsid w:val="00DC5A3A"/>
    <w:rsid w:val="00E03124"/>
    <w:rsid w:val="00E238E6"/>
    <w:rsid w:val="00E35064"/>
    <w:rsid w:val="00E3681D"/>
    <w:rsid w:val="00E501F0"/>
    <w:rsid w:val="00E6166D"/>
    <w:rsid w:val="00E91BFF"/>
    <w:rsid w:val="00E92933"/>
    <w:rsid w:val="00E9310C"/>
    <w:rsid w:val="00EB0AA4"/>
    <w:rsid w:val="00EB1E2A"/>
    <w:rsid w:val="00EB5C88"/>
    <w:rsid w:val="00EC0469"/>
    <w:rsid w:val="00EF01F8"/>
    <w:rsid w:val="00EF40EF"/>
    <w:rsid w:val="00F1480E"/>
    <w:rsid w:val="00F1497D"/>
    <w:rsid w:val="00F16AAC"/>
    <w:rsid w:val="00F438FC"/>
    <w:rsid w:val="00F5616F"/>
    <w:rsid w:val="00F56827"/>
    <w:rsid w:val="00F65EF0"/>
    <w:rsid w:val="00F71651"/>
    <w:rsid w:val="00F76CC6"/>
    <w:rsid w:val="00F83D7C"/>
    <w:rsid w:val="00FB232E"/>
    <w:rsid w:val="00FB45D4"/>
    <w:rsid w:val="00FB6A6D"/>
    <w:rsid w:val="00FC617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7A9807"/>
  <w15:docId w15:val="{AA5B86B9-C9B8-479C-9942-8B16AEE8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Instruction">
    <w:name w:val="SI Instruction"/>
    <w:basedOn w:val="Normal"/>
    <w:qFormat/>
    <w:rsid w:val="006E42FE"/>
    <w:pPr>
      <w:numPr>
        <w:numId w:val="16"/>
      </w:numPr>
      <w:spacing w:after="120"/>
    </w:pPr>
    <w:rPr>
      <w:rFonts w:asciiTheme="minorHAnsi" w:hAnsiTheme="minorHAns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3892029">
      <w:bodyDiv w:val="1"/>
      <w:marLeft w:val="0"/>
      <w:marRight w:val="0"/>
      <w:marTop w:val="0"/>
      <w:marBottom w:val="0"/>
      <w:divBdr>
        <w:top w:val="none" w:sz="0" w:space="0" w:color="auto"/>
        <w:left w:val="none" w:sz="0" w:space="0" w:color="auto"/>
        <w:bottom w:val="none" w:sz="0" w:space="0" w:color="auto"/>
        <w:right w:val="none" w:sz="0" w:space="0" w:color="auto"/>
      </w:divBdr>
    </w:div>
    <w:div w:id="19316177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TCHC~1\AppData\Local\Temp\TEM.SkillsImpact.UnitAndAR.201704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C06C52CF13324AB4DBC9CF079C3B7D" ma:contentTypeVersion="4" ma:contentTypeDescription="Create a new document." ma:contentTypeScope="" ma:versionID="0b734c4c2c5718bf8b0537e583e2cb9d">
  <xsd:schema xmlns:xsd="http://www.w3.org/2001/XMLSchema" xmlns:xs="http://www.w3.org/2001/XMLSchema" xmlns:p="http://schemas.microsoft.com/office/2006/metadata/properties" xmlns:ns2="38a87e3c-c201-4287-bbb2-60f29153026b" targetNamespace="http://schemas.microsoft.com/office/2006/metadata/properties" ma:root="true" ma:fieldsID="9682bbf2d669ea1c720b547c7dcbfd84" ns2:_="">
    <xsd:import namespace="38a87e3c-c201-4287-bbb2-60f29153026b"/>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a87e3c-c201-4287-bbb2-60f29153026b"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38a87e3c-c201-4287-bbb2-60f29153026b">STA approval</Status>
    <Assigned_x0020_to0 xmlns="38a87e3c-c201-4287-bbb2-60f29153026b">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6E04A35-FBD1-4D2C-B338-99CE33DFA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a87e3c-c201-4287-bbb2-60f291530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8a87e3c-c201-4287-bbb2-60f29153026b"/>
    <ds:schemaRef ds:uri="http://www.w3.org/XML/1998/namespace"/>
  </ds:schemaRefs>
</ds:datastoreItem>
</file>

<file path=customXml/itemProps4.xml><?xml version="1.0" encoding="utf-8"?>
<ds:datastoreItem xmlns:ds="http://schemas.openxmlformats.org/officeDocument/2006/customXml" ds:itemID="{1E8CA56F-4320-4D8E-A1A1-E0E2BF47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TEM.SkillsImpact.UnitAndAR.20170421</Template>
  <TotalTime>62</TotalTime>
  <Pages>3</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ACMGAS304 Carry out simple breeding procedures (contextual)</vt:lpstr>
    </vt:vector>
  </TitlesOfParts>
  <Manager/>
  <Company>AgriFood Skills Australia</Company>
  <LinksUpToDate>false</LinksUpToDate>
  <CharactersWithSpaces>7551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ACMGAS304 Carry out simple breeding procedures (contextual)</dc:title>
  <dc:subject/>
  <dc:creator>Mitch Cleary</dc:creator>
  <cp:keywords/>
  <dc:description/>
  <cp:lastModifiedBy>Wayne Jones</cp:lastModifiedBy>
  <cp:revision>8</cp:revision>
  <cp:lastPrinted>2017-05-09T05:11:00Z</cp:lastPrinted>
  <dcterms:created xsi:type="dcterms:W3CDTF">2017-07-13T05:04:00Z</dcterms:created>
  <dcterms:modified xsi:type="dcterms:W3CDTF">2017-08-16T01:23:00Z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0x010100ABC06C52CF13324AB4DBC9CF079C3B7D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